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28299" w14:textId="77777777" w:rsidR="00F212F6" w:rsidRPr="007B3C79" w:rsidRDefault="00F212F6" w:rsidP="00F212F6">
      <w:pPr>
        <w:tabs>
          <w:tab w:val="left" w:pos="6300"/>
          <w:tab w:val="left" w:pos="6840"/>
        </w:tabs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ECB927E" wp14:editId="72BFC503">
                <wp:simplePos x="0" y="0"/>
                <wp:positionH relativeFrom="column">
                  <wp:posOffset>452755</wp:posOffset>
                </wp:positionH>
                <wp:positionV relativeFrom="paragraph">
                  <wp:posOffset>-329565</wp:posOffset>
                </wp:positionV>
                <wp:extent cx="5257800" cy="828675"/>
                <wp:effectExtent l="0" t="0" r="0" b="9525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5A352" w14:textId="77777777" w:rsidR="00F212F6" w:rsidRDefault="00F212F6" w:rsidP="00F212F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>Cegléd Város</w:t>
                            </w:r>
                            <w:r w:rsidR="00725981">
                              <w:rPr>
                                <w:sz w:val="28"/>
                                <w:szCs w:val="28"/>
                              </w:rPr>
                              <w:t xml:space="preserve"> Önkormányzatának</w:t>
                            </w: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0A874C2C" w14:textId="77777777" w:rsidR="00F212F6" w:rsidRDefault="00F212F6" w:rsidP="00F212F6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0381DD20" w14:textId="77777777" w:rsidR="00F212F6" w:rsidRDefault="00F212F6" w:rsidP="00F212F6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280CBD63" w14:textId="77777777" w:rsidR="00F212F6" w:rsidRPr="005B18C0" w:rsidRDefault="00F212F6" w:rsidP="00F212F6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4ECB927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5.65pt;margin-top:-25.95pt;width:414pt;height:65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" filled="f" stroked="f">
                <v:textbox>
                  <w:txbxContent>
                    <w:p w14:paraId="20F5A352" w14:textId="77777777" w:rsidR="00F212F6" w:rsidRDefault="00F212F6" w:rsidP="00F212F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>Cegléd Város</w:t>
                      </w:r>
                      <w:r w:rsidR="00725981">
                        <w:rPr>
                          <w:sz w:val="28"/>
                          <w:szCs w:val="28"/>
                        </w:rPr>
                        <w:t xml:space="preserve"> Önkormányzatának</w:t>
                      </w:r>
                      <w:r w:rsidRPr="005B18C0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14:paraId="0A874C2C" w14:textId="77777777" w:rsidR="00F212F6" w:rsidRDefault="00F212F6" w:rsidP="00F212F6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0381DD20" w14:textId="77777777" w:rsidR="00F212F6" w:rsidRDefault="00F212F6" w:rsidP="00F212F6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280CBD63" w14:textId="77777777" w:rsidR="00F212F6" w:rsidRPr="005B18C0" w:rsidRDefault="00F212F6" w:rsidP="00F212F6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</w:p>
    <w:p w14:paraId="1F78F968" w14:textId="77777777" w:rsidR="00F212F6" w:rsidRPr="007B3C79" w:rsidRDefault="00F212F6" w:rsidP="00F212F6">
      <w:pPr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1F5EABE" wp14:editId="123B4F2C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1585" cy="933450"/>
                <wp:effectExtent l="4445" t="1905" r="127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9B4EC" w14:textId="77777777" w:rsidR="00F212F6" w:rsidRDefault="00F212F6" w:rsidP="00F212F6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B3CD52" wp14:editId="52D8C696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1F5EABE" id="Text Box 21" o:spid="_x0000_s1027" type="#_x0000_t202" style="position:absolute;margin-left:-36pt;margin-top:-45pt;width:98.55pt;height:73.5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" filled="f" stroked="f">
                <v:textbox style="mso-fit-shape-to-text:t">
                  <w:txbxContent>
                    <w:p w14:paraId="6BA9B4EC" w14:textId="77777777" w:rsidR="00F212F6" w:rsidRDefault="00F212F6" w:rsidP="00F212F6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EB3CD52" wp14:editId="52D8C696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F04CBBE" w14:textId="77777777" w:rsidR="00F212F6" w:rsidRPr="007B3C79" w:rsidRDefault="00F212F6" w:rsidP="00F212F6">
      <w:pPr>
        <w:rPr>
          <w:sz w:val="23"/>
          <w:szCs w:val="23"/>
        </w:rPr>
      </w:pPr>
    </w:p>
    <w:p w14:paraId="7609245E" w14:textId="77777777" w:rsidR="00AC0366" w:rsidRDefault="00AC0366" w:rsidP="003A358B">
      <w:r w:rsidRPr="00041150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858FDCA" wp14:editId="590CE7B4">
                <wp:simplePos x="0" y="0"/>
                <wp:positionH relativeFrom="column">
                  <wp:posOffset>457200</wp:posOffset>
                </wp:positionH>
                <wp:positionV relativeFrom="paragraph">
                  <wp:posOffset>30480</wp:posOffset>
                </wp:positionV>
                <wp:extent cx="5257800" cy="0"/>
                <wp:effectExtent l="13970" t="6350" r="5080" b="12700"/>
                <wp:wrapNone/>
                <wp:docPr id="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67A79D25" id="Line 2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2.4pt" to="450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O5VEw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"/>
            </w:pict>
          </mc:Fallback>
        </mc:AlternateContent>
      </w:r>
    </w:p>
    <w:p w14:paraId="57C51D2A" w14:textId="77777777" w:rsidR="003A358B" w:rsidRPr="00041150" w:rsidRDefault="003A358B" w:rsidP="003A358B"/>
    <w:tbl>
      <w:tblPr>
        <w:tblStyle w:val="Rcsostblzat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3827"/>
      </w:tblGrid>
      <w:tr w:rsidR="00B54CCC" w14:paraId="2E7414F3" w14:textId="77777777" w:rsidTr="00D0131C">
        <w:trPr>
          <w:jc w:val="center"/>
        </w:trPr>
        <w:tc>
          <w:tcPr>
            <w:tcW w:w="5245" w:type="dxa"/>
          </w:tcPr>
          <w:p w14:paraId="3FFCA734" w14:textId="31E85CD3" w:rsidR="00B54CCC" w:rsidRDefault="00B54CCC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  <w:proofErr w:type="gramStart"/>
            <w:r w:rsidRPr="009343D0">
              <w:rPr>
                <w:b/>
                <w:sz w:val="22"/>
                <w:szCs w:val="22"/>
                <w:u w:val="single"/>
              </w:rPr>
              <w:t>Szám:</w:t>
            </w:r>
            <w:r w:rsidRPr="009343D0">
              <w:rPr>
                <w:sz w:val="22"/>
                <w:szCs w:val="22"/>
              </w:rPr>
              <w:t xml:space="preserve">   </w:t>
            </w:r>
            <w:proofErr w:type="gramEnd"/>
            <w:r w:rsidRPr="009343D0">
              <w:rPr>
                <w:sz w:val="22"/>
                <w:szCs w:val="22"/>
              </w:rPr>
              <w:t xml:space="preserve">         /2</w:t>
            </w:r>
            <w:r w:rsidR="00C76991">
              <w:rPr>
                <w:sz w:val="22"/>
                <w:szCs w:val="22"/>
              </w:rPr>
              <w:t>0</w:t>
            </w:r>
            <w:r w:rsidR="005C7F19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 xml:space="preserve"> </w:t>
            </w:r>
          </w:p>
          <w:p w14:paraId="5AA752A7" w14:textId="77777777" w:rsidR="00B54CCC" w:rsidRPr="009343D0" w:rsidRDefault="00B54CCC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</w:p>
          <w:p w14:paraId="601AA58F" w14:textId="77777777" w:rsidR="00B54CCC" w:rsidRPr="009343D0" w:rsidRDefault="00B54CCC" w:rsidP="00B54CCC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Előterjesztő</w:t>
            </w:r>
            <w:r>
              <w:rPr>
                <w:sz w:val="22"/>
                <w:szCs w:val="22"/>
              </w:rPr>
              <w:t>: Dr. Csáky András</w:t>
            </w:r>
            <w:r w:rsidRPr="009343D0">
              <w:rPr>
                <w:sz w:val="22"/>
                <w:szCs w:val="22"/>
              </w:rPr>
              <w:t xml:space="preserve"> polgármester</w:t>
            </w:r>
          </w:p>
          <w:p w14:paraId="794E576E" w14:textId="77777777" w:rsidR="00B54CCC" w:rsidRPr="00AC0366" w:rsidRDefault="00B54CCC" w:rsidP="00AC0366">
            <w:pPr>
              <w:tabs>
                <w:tab w:val="left" w:pos="6521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Szakmai előterjesztő:</w:t>
            </w:r>
            <w:r w:rsidRPr="009343D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Mótyán Krisztián</w:t>
            </w:r>
            <w:r w:rsidRPr="009343D0">
              <w:rPr>
                <w:sz w:val="22"/>
                <w:szCs w:val="22"/>
              </w:rPr>
              <w:t xml:space="preserve"> ügyvezető</w:t>
            </w:r>
          </w:p>
          <w:p w14:paraId="4D7D1A29" w14:textId="77777777" w:rsidR="00B54CCC" w:rsidRDefault="00B54CCC" w:rsidP="009A0ACA">
            <w:pPr>
              <w:tabs>
                <w:tab w:val="left" w:pos="5529"/>
              </w:tabs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827" w:type="dxa"/>
          </w:tcPr>
          <w:p w14:paraId="536172D5" w14:textId="5841A06A" w:rsidR="00B54CCC" w:rsidRPr="0091637F" w:rsidRDefault="00B54CCC" w:rsidP="00C52915">
            <w:pPr>
              <w:tabs>
                <w:tab w:val="left" w:pos="5529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Tárgy</w:t>
            </w:r>
            <w:r w:rsidRPr="009343D0">
              <w:rPr>
                <w:b/>
                <w:sz w:val="22"/>
                <w:szCs w:val="22"/>
              </w:rPr>
              <w:t xml:space="preserve">: </w:t>
            </w:r>
            <w:bookmarkStart w:id="0" w:name="_Hlk43125212"/>
            <w:r>
              <w:rPr>
                <w:sz w:val="22"/>
                <w:szCs w:val="22"/>
              </w:rPr>
              <w:t>Cegléd</w:t>
            </w:r>
            <w:r w:rsidR="0072598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bookmarkEnd w:id="0"/>
            <w:r w:rsidR="005C7F19">
              <w:rPr>
                <w:sz w:val="22"/>
                <w:szCs w:val="22"/>
              </w:rPr>
              <w:t>Kossuth Ferenc u. 2/A</w:t>
            </w:r>
            <w:r w:rsidR="00C80024">
              <w:rPr>
                <w:sz w:val="22"/>
                <w:szCs w:val="22"/>
              </w:rPr>
              <w:t>.</w:t>
            </w:r>
            <w:r w:rsidR="00BA3F0C">
              <w:rPr>
                <w:sz w:val="22"/>
                <w:szCs w:val="22"/>
              </w:rPr>
              <w:t xml:space="preserve"> szám alatti</w:t>
            </w:r>
            <w:r w:rsidR="00C76991">
              <w:rPr>
                <w:sz w:val="22"/>
                <w:szCs w:val="22"/>
              </w:rPr>
              <w:t xml:space="preserve"> </w:t>
            </w:r>
            <w:r w:rsidR="005C7F19">
              <w:rPr>
                <w:sz w:val="22"/>
                <w:szCs w:val="22"/>
              </w:rPr>
              <w:t>142</w:t>
            </w:r>
            <w:r w:rsidR="00BA3F0C">
              <w:rPr>
                <w:sz w:val="22"/>
                <w:szCs w:val="22"/>
              </w:rPr>
              <w:t xml:space="preserve"> m</w:t>
            </w:r>
            <w:r w:rsidR="00BA3F0C">
              <w:rPr>
                <w:sz w:val="22"/>
                <w:szCs w:val="22"/>
                <w:vertAlign w:val="superscript"/>
              </w:rPr>
              <w:t>2</w:t>
            </w:r>
            <w:r w:rsidR="006E21DC">
              <w:rPr>
                <w:sz w:val="22"/>
                <w:szCs w:val="22"/>
              </w:rPr>
              <w:t xml:space="preserve"> </w:t>
            </w:r>
            <w:r w:rsidR="005D399F">
              <w:rPr>
                <w:sz w:val="22"/>
                <w:szCs w:val="22"/>
              </w:rPr>
              <w:t>üzlet</w:t>
            </w:r>
            <w:r w:rsidR="009E7F31">
              <w:rPr>
                <w:sz w:val="22"/>
                <w:szCs w:val="22"/>
              </w:rPr>
              <w:t>helyiség</w:t>
            </w:r>
            <w:r w:rsidR="005C7F19">
              <w:rPr>
                <w:sz w:val="22"/>
                <w:szCs w:val="22"/>
              </w:rPr>
              <w:t xml:space="preserve"> (YETTEL üzlet)</w:t>
            </w:r>
            <w:r w:rsidR="00917833">
              <w:rPr>
                <w:sz w:val="22"/>
                <w:szCs w:val="22"/>
              </w:rPr>
              <w:t xml:space="preserve"> </w:t>
            </w:r>
            <w:r w:rsidR="006F7D52">
              <w:rPr>
                <w:sz w:val="22"/>
                <w:szCs w:val="22"/>
              </w:rPr>
              <w:t>bérleti szerződésének</w:t>
            </w:r>
            <w:r w:rsidR="0091637F">
              <w:rPr>
                <w:sz w:val="22"/>
                <w:szCs w:val="22"/>
              </w:rPr>
              <w:t xml:space="preserve"> </w:t>
            </w:r>
            <w:r w:rsidR="00917833">
              <w:rPr>
                <w:sz w:val="22"/>
                <w:szCs w:val="22"/>
              </w:rPr>
              <w:t>további 5 évvel történő meghosszabbítása</w:t>
            </w:r>
          </w:p>
          <w:p w14:paraId="5C7F2A59" w14:textId="3DFD127C" w:rsidR="00B54CCC" w:rsidRDefault="00B54CCC" w:rsidP="00B54CCC">
            <w:pPr>
              <w:tabs>
                <w:tab w:val="left" w:pos="5529"/>
              </w:tabs>
              <w:jc w:val="right"/>
              <w:rPr>
                <w:b/>
                <w:sz w:val="22"/>
                <w:szCs w:val="22"/>
                <w:u w:val="single"/>
              </w:rPr>
            </w:pPr>
          </w:p>
          <w:p w14:paraId="02253ED5" w14:textId="634023C3" w:rsidR="000D6104" w:rsidRDefault="000D6104" w:rsidP="00B54CCC">
            <w:pPr>
              <w:tabs>
                <w:tab w:val="left" w:pos="5529"/>
              </w:tabs>
              <w:jc w:val="right"/>
              <w:rPr>
                <w:b/>
                <w:sz w:val="22"/>
                <w:szCs w:val="22"/>
                <w:u w:val="single"/>
              </w:rPr>
            </w:pPr>
            <w:r w:rsidRPr="000D6104">
              <w:rPr>
                <w:b/>
                <w:sz w:val="22"/>
                <w:szCs w:val="22"/>
                <w:u w:val="single"/>
              </w:rPr>
              <w:t>Melléklet</w:t>
            </w:r>
            <w:r w:rsidRPr="000D6104">
              <w:rPr>
                <w:bCs/>
                <w:sz w:val="22"/>
                <w:szCs w:val="22"/>
              </w:rPr>
              <w:t xml:space="preserve">: 1 </w:t>
            </w:r>
            <w:r>
              <w:rPr>
                <w:bCs/>
                <w:sz w:val="22"/>
                <w:szCs w:val="22"/>
              </w:rPr>
              <w:t>pld.</w:t>
            </w:r>
            <w:r w:rsidRPr="000D6104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kérelem</w:t>
            </w:r>
          </w:p>
          <w:p w14:paraId="1588716D" w14:textId="77777777" w:rsidR="00B54CCC" w:rsidRPr="00B54CCC" w:rsidRDefault="00B54CCC" w:rsidP="00C80024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</w:p>
        </w:tc>
      </w:tr>
    </w:tbl>
    <w:p w14:paraId="6452B46E" w14:textId="77777777" w:rsidR="00483C95" w:rsidRDefault="00483C95" w:rsidP="009A0ACA">
      <w:pPr>
        <w:tabs>
          <w:tab w:val="left" w:pos="5529"/>
        </w:tabs>
        <w:rPr>
          <w:b/>
          <w:sz w:val="22"/>
          <w:szCs w:val="22"/>
          <w:u w:val="single"/>
        </w:rPr>
      </w:pPr>
    </w:p>
    <w:p w14:paraId="53E0CEEE" w14:textId="77777777" w:rsidR="00AC0366" w:rsidRPr="00C859DD" w:rsidRDefault="009A0ACA" w:rsidP="00D72387">
      <w:pPr>
        <w:jc w:val="center"/>
        <w:rPr>
          <w:b/>
        </w:rPr>
      </w:pPr>
      <w:r w:rsidRPr="00C859DD">
        <w:rPr>
          <w:b/>
        </w:rPr>
        <w:t>ELŐTERJESZTÉS</w:t>
      </w:r>
    </w:p>
    <w:p w14:paraId="726F5AAC" w14:textId="4B2B68A3" w:rsidR="009A0ACA" w:rsidRPr="00C859DD" w:rsidRDefault="009A0ACA" w:rsidP="009A0ACA">
      <w:pPr>
        <w:jc w:val="center"/>
      </w:pPr>
      <w:r w:rsidRPr="00C859DD">
        <w:t>A Képviselő-testület</w:t>
      </w:r>
      <w:r>
        <w:t xml:space="preserve"> 20</w:t>
      </w:r>
      <w:r w:rsidR="005C7F19">
        <w:t>26</w:t>
      </w:r>
      <w:r>
        <w:t xml:space="preserve">. </w:t>
      </w:r>
      <w:r w:rsidR="005C7F19">
        <w:t xml:space="preserve">január </w:t>
      </w:r>
      <w:r w:rsidR="00F30E62">
        <w:t>22</w:t>
      </w:r>
      <w:r>
        <w:t>-i</w:t>
      </w:r>
      <w:r w:rsidR="0054084F">
        <w:t xml:space="preserve"> </w:t>
      </w:r>
      <w:r w:rsidRPr="00C859DD">
        <w:t>ülésére</w:t>
      </w:r>
    </w:p>
    <w:p w14:paraId="34F66D00" w14:textId="77777777" w:rsidR="009A0ACA" w:rsidRPr="00C859DD" w:rsidRDefault="009A0ACA" w:rsidP="009A0ACA">
      <w:pPr>
        <w:jc w:val="center"/>
        <w:rPr>
          <w:b/>
        </w:rPr>
      </w:pPr>
      <w:r w:rsidRPr="00C859DD">
        <w:rPr>
          <w:b/>
        </w:rPr>
        <w:t>Tisztelt Képviselő-testület!</w:t>
      </w:r>
    </w:p>
    <w:p w14:paraId="6CC05DDB" w14:textId="77777777" w:rsidR="00886A73" w:rsidRDefault="00886A73" w:rsidP="00B75EE9">
      <w:pPr>
        <w:jc w:val="both"/>
      </w:pPr>
    </w:p>
    <w:p w14:paraId="2ADD97FD" w14:textId="669C5FA0" w:rsidR="0091637F" w:rsidRDefault="006E21DC" w:rsidP="0091637F">
      <w:pPr>
        <w:jc w:val="both"/>
      </w:pPr>
      <w:r>
        <w:t xml:space="preserve">VÁRVAG Nonprofit Kft. részére megkeresés érkezett </w:t>
      </w:r>
      <w:r w:rsidR="00746959">
        <w:t>YETTEL Magyarország Zrt</w:t>
      </w:r>
      <w:r w:rsidR="005D399F">
        <w:t xml:space="preserve">. megbízásából </w:t>
      </w:r>
      <w:proofErr w:type="spellStart"/>
      <w:r w:rsidR="00746959">
        <w:t>Zalkai</w:t>
      </w:r>
      <w:proofErr w:type="spellEnd"/>
      <w:r w:rsidR="00746959">
        <w:t xml:space="preserve"> Zsófia és Tuboly Gábor igazgatótól</w:t>
      </w:r>
      <w:r w:rsidR="004455AE">
        <w:t xml:space="preserve">, a Cegléd, </w:t>
      </w:r>
      <w:r w:rsidR="00746959">
        <w:t>Kossuth Ferenc u. 2/A. szám alatti 142 m</w:t>
      </w:r>
      <w:r w:rsidR="00746959">
        <w:rPr>
          <w:vertAlign w:val="superscript"/>
        </w:rPr>
        <w:t>2</w:t>
      </w:r>
      <w:r w:rsidR="00746959">
        <w:t xml:space="preserve"> alapterületű üzlethelyiség</w:t>
      </w:r>
      <w:r w:rsidR="00917833">
        <w:t xml:space="preserve"> </w:t>
      </w:r>
      <w:r w:rsidR="004455AE">
        <w:t>bérlőjétől</w:t>
      </w:r>
      <w:r>
        <w:t>.</w:t>
      </w:r>
    </w:p>
    <w:p w14:paraId="121CA173" w14:textId="77777777" w:rsidR="002D1A5B" w:rsidRDefault="002D1A5B" w:rsidP="0091637F">
      <w:pPr>
        <w:jc w:val="both"/>
      </w:pPr>
    </w:p>
    <w:p w14:paraId="6F6A78C3" w14:textId="3658F98E" w:rsidR="0091637F" w:rsidRDefault="00F27CFF" w:rsidP="0091637F">
      <w:pPr>
        <w:jc w:val="both"/>
      </w:pPr>
      <w:r>
        <w:t>YETTEL Magyarország Zrt.</w:t>
      </w:r>
      <w:r w:rsidR="00917833" w:rsidRPr="00FA07FB">
        <w:rPr>
          <w:b/>
        </w:rPr>
        <w:t xml:space="preserve"> </w:t>
      </w:r>
      <w:r w:rsidR="00917833" w:rsidRPr="00FA07FB">
        <w:t xml:space="preserve">(székhely: </w:t>
      </w:r>
      <w:r w:rsidRPr="00F27CFF">
        <w:t>2045, Törökbálint, Pannon út 1.</w:t>
      </w:r>
      <w:r w:rsidR="00917833" w:rsidRPr="00FA07FB">
        <w:t xml:space="preserve">, adószám: </w:t>
      </w:r>
      <w:r w:rsidRPr="00F27CFF">
        <w:t>11107792-2-44</w:t>
      </w:r>
      <w:r w:rsidR="00917833">
        <w:t>, cégjegyzék</w:t>
      </w:r>
      <w:r w:rsidR="00917833" w:rsidRPr="00FA07FB">
        <w:t xml:space="preserve">szám: </w:t>
      </w:r>
      <w:r w:rsidRPr="00F27CFF">
        <w:t>13-10-040409</w:t>
      </w:r>
      <w:r w:rsidR="00D74744">
        <w:t>,</w:t>
      </w:r>
      <w:r w:rsidR="00917833" w:rsidRPr="00FA07FB">
        <w:t xml:space="preserve"> képviseli:</w:t>
      </w:r>
      <w:r w:rsidR="00917833">
        <w:rPr>
          <w:b/>
        </w:rPr>
        <w:t xml:space="preserve"> </w:t>
      </w:r>
      <w:proofErr w:type="spellStart"/>
      <w:r>
        <w:t>Zalkai</w:t>
      </w:r>
      <w:proofErr w:type="spellEnd"/>
      <w:r>
        <w:t xml:space="preserve"> Zsófia igazgató és Tuboly Gábor igazgató</w:t>
      </w:r>
      <w:r w:rsidR="00917833">
        <w:t xml:space="preserve">) </w:t>
      </w:r>
      <w:r w:rsidR="006E21DC">
        <w:t xml:space="preserve">bérli </w:t>
      </w:r>
      <w:r w:rsidR="00D117C9">
        <w:t xml:space="preserve">a </w:t>
      </w:r>
      <w:r w:rsidR="006504BE">
        <w:t>20</w:t>
      </w:r>
      <w:r>
        <w:t>21</w:t>
      </w:r>
      <w:r w:rsidR="006E21DC">
        <w:t xml:space="preserve">. </w:t>
      </w:r>
      <w:r w:rsidR="00045E9C">
        <w:t>április 15</w:t>
      </w:r>
      <w:r w:rsidR="00C80024">
        <w:t>-től érvényben lévő</w:t>
      </w:r>
      <w:r w:rsidR="00E81F46">
        <w:t xml:space="preserve"> </w:t>
      </w:r>
      <w:r w:rsidR="006E21DC">
        <w:t>bérleti szerződéssel</w:t>
      </w:r>
      <w:r w:rsidR="00D117C9">
        <w:t xml:space="preserve"> a</w:t>
      </w:r>
      <w:r w:rsidR="006E21DC">
        <w:t xml:space="preserve"> </w:t>
      </w:r>
      <w:r w:rsidR="00BD2EF8">
        <w:t xml:space="preserve">Cegléd Város Önkormányzatának kizárólagos tulajdonában lévő, </w:t>
      </w:r>
      <w:r w:rsidRPr="00F27CFF">
        <w:t>Cegléd belterület 226-os helyrajzi számú, természetben Cegléd, Kossuth Ferenc u. 2/A. szám alatti 448 m2 alapterületű kivett áruház megnevezésű ingatlanból 142 m2 alapterületű üzlethelyiség</w:t>
      </w:r>
      <w:r>
        <w:t>et</w:t>
      </w:r>
      <w:r w:rsidR="00917833">
        <w:t xml:space="preserve"> </w:t>
      </w:r>
      <w:r w:rsidRPr="00F27CFF">
        <w:t>távközlési eszközökkel kapcsolatos kiskereskedelmi</w:t>
      </w:r>
      <w:r>
        <w:t xml:space="preserve"> és szolgáltatási</w:t>
      </w:r>
      <w:r w:rsidRPr="00F27CFF">
        <w:t xml:space="preserve"> tevékenység</w:t>
      </w:r>
      <w:r>
        <w:t xml:space="preserve"> </w:t>
      </w:r>
      <w:r w:rsidR="00917833">
        <w:t>cél</w:t>
      </w:r>
      <w:r>
        <w:t>já</w:t>
      </w:r>
      <w:r w:rsidR="00917833">
        <w:t>ra. Bérleti szerződése 20</w:t>
      </w:r>
      <w:r>
        <w:t>21</w:t>
      </w:r>
      <w:r w:rsidR="00917833">
        <w:t xml:space="preserve">. </w:t>
      </w:r>
      <w:r>
        <w:t>április 15</w:t>
      </w:r>
      <w:r w:rsidR="00917833">
        <w:t>-től lépett életbe és 20</w:t>
      </w:r>
      <w:r>
        <w:t>26</w:t>
      </w:r>
      <w:r w:rsidR="00917833">
        <w:t xml:space="preserve">. </w:t>
      </w:r>
      <w:r>
        <w:t>április</w:t>
      </w:r>
      <w:r w:rsidR="00D74744">
        <w:t xml:space="preserve"> 14</w:t>
      </w:r>
      <w:r w:rsidR="00917833">
        <w:t>-én lejár</w:t>
      </w:r>
      <w:r>
        <w:t>.</w:t>
      </w:r>
    </w:p>
    <w:p w14:paraId="62A7D5B0" w14:textId="77777777" w:rsidR="002D1A5B" w:rsidRDefault="002D1A5B" w:rsidP="0091637F">
      <w:pPr>
        <w:jc w:val="both"/>
      </w:pPr>
    </w:p>
    <w:p w14:paraId="5BBD9CB9" w14:textId="72599B07" w:rsidR="0091637F" w:rsidRDefault="00D74744" w:rsidP="0091637F">
      <w:pPr>
        <w:jc w:val="both"/>
      </w:pPr>
      <w:r>
        <w:t xml:space="preserve">Bérlő képviseletében, </w:t>
      </w:r>
      <w:proofErr w:type="spellStart"/>
      <w:r w:rsidR="00F27CFF">
        <w:t>Zalkai</w:t>
      </w:r>
      <w:proofErr w:type="spellEnd"/>
      <w:r w:rsidR="00F27CFF">
        <w:t xml:space="preserve"> Zsófia igazgató és Tuboly Gábor igazgató</w:t>
      </w:r>
      <w:r>
        <w:t xml:space="preserve"> kéri Tisztelt Képviselő-testület hozzájárulását bérleti szerződésének további 5 évvel történő meghosszabbítására.</w:t>
      </w:r>
    </w:p>
    <w:p w14:paraId="1432529B" w14:textId="77777777" w:rsidR="00E81F46" w:rsidRDefault="00E81F46" w:rsidP="0091637F">
      <w:pPr>
        <w:jc w:val="both"/>
      </w:pPr>
    </w:p>
    <w:p w14:paraId="7D91DEC1" w14:textId="5499EB2D" w:rsidR="00E81F46" w:rsidRDefault="00C52915" w:rsidP="00E81F46">
      <w:pPr>
        <w:jc w:val="both"/>
      </w:pPr>
      <w:r w:rsidRPr="00C52915">
        <w:rPr>
          <w:bCs/>
          <w:i/>
        </w:rPr>
        <w:t>Az önkormányzat tulajdonában lévő lakások és helyiségek bérletéről</w:t>
      </w:r>
      <w:r w:rsidRPr="00C52915">
        <w:rPr>
          <w:i/>
        </w:rPr>
        <w:t xml:space="preserve"> </w:t>
      </w:r>
      <w:r w:rsidR="00E81F46" w:rsidRPr="00C52915">
        <w:rPr>
          <w:i/>
        </w:rPr>
        <w:t xml:space="preserve">szóló </w:t>
      </w:r>
      <w:r w:rsidR="000D0FAE" w:rsidRPr="00C52915">
        <w:rPr>
          <w:i/>
        </w:rPr>
        <w:t xml:space="preserve">11/2023. (IV. 27.) </w:t>
      </w:r>
      <w:r w:rsidRPr="00C52915">
        <w:rPr>
          <w:i/>
        </w:rPr>
        <w:t xml:space="preserve">önkormányzati </w:t>
      </w:r>
      <w:r w:rsidR="000D0FAE" w:rsidRPr="00C52915">
        <w:rPr>
          <w:i/>
        </w:rPr>
        <w:t>rendelet</w:t>
      </w:r>
      <w:r w:rsidR="000D0FAE">
        <w:t xml:space="preserve"> 40. § (</w:t>
      </w:r>
      <w:r w:rsidR="00D74744">
        <w:t>2</w:t>
      </w:r>
      <w:r w:rsidR="000D0FAE">
        <w:t>)</w:t>
      </w:r>
      <w:r w:rsidR="00E81F46">
        <w:t xml:space="preserve"> bekezdésében foglaltak szerint, </w:t>
      </w:r>
      <w:r w:rsidR="00D74744">
        <w:t>a bérleti szerződés kérelemre egyszeri alkalommal legfeljebb öt évvel meghosszabbítható, amennyiben a helyiség bérlőjének bérleti díj hátraléka, közüzemi szolgáltatókkal szembeni tartozása, köztartozása nincs, és a helyiségre a Képviselő-testület önkormányzati közfeladat ellátásához, vagy közérdekből nem tart igényt.</w:t>
      </w:r>
    </w:p>
    <w:p w14:paraId="4A161D96" w14:textId="77777777" w:rsidR="00D74744" w:rsidRDefault="00D74744" w:rsidP="00E81F46">
      <w:pPr>
        <w:jc w:val="both"/>
      </w:pPr>
    </w:p>
    <w:p w14:paraId="7FCBAA85" w14:textId="1F0AE65B" w:rsidR="00B61C92" w:rsidRDefault="00F27CFF" w:rsidP="00B61C92">
      <w:pPr>
        <w:jc w:val="both"/>
      </w:pPr>
      <w:r>
        <w:t>YETTEL Magyarország Zrt</w:t>
      </w:r>
      <w:r w:rsidR="00E81F46">
        <w:t xml:space="preserve"> </w:t>
      </w:r>
      <w:r w:rsidR="00C52915">
        <w:t>benyújtotta</w:t>
      </w:r>
      <w:r w:rsidR="00E81F46">
        <w:t xml:space="preserve"> a VÁRVAG Nonprofit Kft. részére a</w:t>
      </w:r>
      <w:r w:rsidR="00AD20FE">
        <w:t xml:space="preserve"> hosszabbításhoz</w:t>
      </w:r>
      <w:r w:rsidR="00E81F46">
        <w:t xml:space="preserve"> szükséges igazolás</w:t>
      </w:r>
      <w:r w:rsidR="00C76991">
        <w:t>oka</w:t>
      </w:r>
      <w:r w:rsidR="00E81F46">
        <w:t xml:space="preserve">t, bérleti díj befizetési kötelezettségét időben teljesíti, jelenleg sincs tartozása. Bérlő az általa bérelt nem lakás céljára szolgáló helyiséget a bérleti szerződésben meghatározott feltételek szerint tartja fenn. </w:t>
      </w:r>
      <w:r w:rsidR="00367FC7">
        <w:t>20</w:t>
      </w:r>
      <w:r w:rsidR="00D74744">
        <w:t>25</w:t>
      </w:r>
      <w:r w:rsidR="00E81F46">
        <w:t xml:space="preserve">. </w:t>
      </w:r>
      <w:r w:rsidR="00C76991">
        <w:t>július 1</w:t>
      </w:r>
      <w:r w:rsidR="00E81F46">
        <w:t xml:space="preserve">-től </w:t>
      </w:r>
      <w:r>
        <w:t>YETTEL Magyarország Zrt</w:t>
      </w:r>
      <w:r w:rsidR="00D74744" w:rsidRPr="00917833">
        <w:rPr>
          <w:bCs/>
        </w:rPr>
        <w:t>.</w:t>
      </w:r>
      <w:r w:rsidR="00E81F46">
        <w:t xml:space="preserve"> </w:t>
      </w:r>
      <w:r w:rsidR="00F82503">
        <w:t>az üzlet</w:t>
      </w:r>
      <w:r w:rsidR="00E81F46">
        <w:t xml:space="preserve">helyiség után </w:t>
      </w:r>
      <w:r>
        <w:t>469</w:t>
      </w:r>
      <w:r w:rsidR="00F82503">
        <w:t>.</w:t>
      </w:r>
      <w:r>
        <w:t>617</w:t>
      </w:r>
      <w:r w:rsidR="00E81F46">
        <w:t xml:space="preserve">,- Ft </w:t>
      </w:r>
      <w:r w:rsidR="00AD20FE">
        <w:t>+</w:t>
      </w:r>
      <w:r w:rsidR="00DC4302">
        <w:t xml:space="preserve"> ÁFA/hónap</w:t>
      </w:r>
      <w:r w:rsidR="00367FC7">
        <w:t xml:space="preserve"> (bruttó </w:t>
      </w:r>
      <w:r>
        <w:t>596</w:t>
      </w:r>
      <w:r w:rsidR="00367FC7">
        <w:t>.</w:t>
      </w:r>
      <w:r>
        <w:t>414</w:t>
      </w:r>
      <w:r w:rsidR="00367FC7">
        <w:t>,- Ft/hónap)</w:t>
      </w:r>
      <w:r w:rsidR="00D74744">
        <w:t xml:space="preserve">, </w:t>
      </w:r>
      <w:r w:rsidR="00DC4302">
        <w:t>bérleti díjat fize</w:t>
      </w:r>
      <w:r w:rsidR="004B4122">
        <w:t>t</w:t>
      </w:r>
      <w:r w:rsidR="00F82503">
        <w:t xml:space="preserve">, mely az Önkormányzat által meghatározott belvárosban lévő üzletek után fizetendő minimum bérleti </w:t>
      </w:r>
      <w:r w:rsidR="00D74744">
        <w:t>díjat meghaladó összeg</w:t>
      </w:r>
      <w:r w:rsidR="00367FC7">
        <w:t>.</w:t>
      </w:r>
    </w:p>
    <w:p w14:paraId="60F7EFA8" w14:textId="3BB8F9A0" w:rsidR="004D1AFC" w:rsidRDefault="004D1AFC" w:rsidP="004D1AFC">
      <w:pPr>
        <w:jc w:val="both"/>
      </w:pPr>
    </w:p>
    <w:p w14:paraId="64F3F7FD" w14:textId="7E7DA02A" w:rsidR="00F82503" w:rsidRDefault="00F82503" w:rsidP="004D1AFC">
      <w:pPr>
        <w:jc w:val="both"/>
      </w:pPr>
      <w:r>
        <w:t>Kérem Tisztelt Képviselő-testületet, az ingatlan bérleti szerződés hosszabbításával kapcsolatos döntésüket meghozni szíveskedjenek.</w:t>
      </w:r>
    </w:p>
    <w:p w14:paraId="7B1A6DB3" w14:textId="4CF31044" w:rsidR="004D1AFC" w:rsidRDefault="004D1AFC" w:rsidP="00C52915">
      <w:pPr>
        <w:spacing w:before="240"/>
        <w:jc w:val="both"/>
      </w:pPr>
      <w:r w:rsidRPr="00616E79">
        <w:t xml:space="preserve">Jelen előterjesztést a </w:t>
      </w:r>
      <w:r w:rsidRPr="00616E79">
        <w:rPr>
          <w:b/>
        </w:rPr>
        <w:t>Gazdasági Bizottság</w:t>
      </w:r>
      <w:r w:rsidRPr="00616E79">
        <w:t xml:space="preserve"> </w:t>
      </w:r>
      <w:r w:rsidRPr="00616E79">
        <w:rPr>
          <w:b/>
        </w:rPr>
        <w:t>tárgyalja</w:t>
      </w:r>
      <w:r w:rsidR="00C52915" w:rsidRPr="00616E79">
        <w:t>.</w:t>
      </w:r>
      <w:r w:rsidRPr="00616E79">
        <w:t xml:space="preserve"> </w:t>
      </w:r>
      <w:r w:rsidR="00C52915" w:rsidRPr="00616E79">
        <w:t>A</w:t>
      </w:r>
      <w:r w:rsidRPr="00616E79">
        <w:t xml:space="preserve"> </w:t>
      </w:r>
      <w:r w:rsidR="00C52915" w:rsidRPr="00616E79">
        <w:t>GB</w:t>
      </w:r>
      <w:r w:rsidRPr="00616E79">
        <w:t xml:space="preserve"> véleménye</w:t>
      </w:r>
      <w:bookmarkStart w:id="1" w:name="_GoBack"/>
      <w:bookmarkEnd w:id="1"/>
      <w:r w:rsidRPr="00616E79">
        <w:t xml:space="preserve"> – jegyzőkönyvi kivonat formájában – a Képviselő-testület ülésén, helyben osztott anyagként kerül ismertetésre.</w:t>
      </w:r>
    </w:p>
    <w:p w14:paraId="5BC18328" w14:textId="77777777" w:rsidR="00957808" w:rsidRDefault="00957808" w:rsidP="004D1AFC">
      <w:pPr>
        <w:jc w:val="both"/>
      </w:pPr>
    </w:p>
    <w:p w14:paraId="76817B93" w14:textId="02437DC3" w:rsidR="00C52915" w:rsidRDefault="00957808" w:rsidP="00C52915">
      <w:pPr>
        <w:tabs>
          <w:tab w:val="left" w:pos="851"/>
        </w:tabs>
        <w:spacing w:before="120"/>
        <w:ind w:right="-1"/>
        <w:jc w:val="both"/>
      </w:pPr>
      <w:r w:rsidRPr="00C52915">
        <w:lastRenderedPageBreak/>
        <w:t>A döntéshozatal</w:t>
      </w:r>
      <w:r w:rsidRPr="00AF6C00">
        <w:rPr>
          <w:i/>
        </w:rPr>
        <w:t xml:space="preserve"> Magyarország helyi önkormányzatairól szóló 2011. évi CLXXXIX. törvény </w:t>
      </w:r>
      <w:r w:rsidR="00DA061A">
        <w:rPr>
          <w:i/>
        </w:rPr>
        <w:t>(</w:t>
      </w:r>
      <w:proofErr w:type="spellStart"/>
      <w:proofErr w:type="gramStart"/>
      <w:r w:rsidR="00D117C9">
        <w:rPr>
          <w:i/>
        </w:rPr>
        <w:t>t</w:t>
      </w:r>
      <w:r w:rsidR="00DA061A">
        <w:rPr>
          <w:i/>
        </w:rPr>
        <w:t>ovábbiakban:</w:t>
      </w:r>
      <w:r w:rsidR="00C52915">
        <w:t>Mötv</w:t>
      </w:r>
      <w:proofErr w:type="spellEnd"/>
      <w:proofErr w:type="gramEnd"/>
      <w:r w:rsidR="00C52915">
        <w:t>.</w:t>
      </w:r>
      <w:r w:rsidR="00DA061A">
        <w:t>)</w:t>
      </w:r>
      <w:r w:rsidR="00C52915">
        <w:t xml:space="preserve"> 46. § (1) bekezdése alapján, a (2) bekezdésben foglaltakra figyelemmel </w:t>
      </w:r>
      <w:r w:rsidR="00C52915">
        <w:rPr>
          <w:b/>
        </w:rPr>
        <w:t>nyilvános ülés</w:t>
      </w:r>
      <w:r w:rsidR="00C52915">
        <w:t xml:space="preserve"> keretében, az 50. § rendelkezései alapján - figyelemmel a KT. SzMSz 59. §-</w:t>
      </w:r>
      <w:proofErr w:type="spellStart"/>
      <w:r w:rsidR="00C52915">
        <w:t>ában</w:t>
      </w:r>
      <w:proofErr w:type="spellEnd"/>
      <w:r w:rsidR="00C52915">
        <w:t xml:space="preserve"> foglalt rendelkezésekre - </w:t>
      </w:r>
      <w:r w:rsidR="00C52915">
        <w:rPr>
          <w:b/>
        </w:rPr>
        <w:t>egyszerű többségű</w:t>
      </w:r>
      <w:r w:rsidR="00C52915">
        <w:t xml:space="preserve"> szavazati arányt igényel.</w:t>
      </w:r>
    </w:p>
    <w:p w14:paraId="677B89B3" w14:textId="40A78AB8" w:rsidR="00957808" w:rsidRPr="000A3B8B" w:rsidRDefault="00957808" w:rsidP="004D1AFC">
      <w:pPr>
        <w:jc w:val="both"/>
      </w:pPr>
    </w:p>
    <w:p w14:paraId="30AFA3AE" w14:textId="39402B42" w:rsidR="00790ABB" w:rsidRPr="00041150" w:rsidRDefault="00A86A5A" w:rsidP="00765FB1">
      <w:pPr>
        <w:jc w:val="both"/>
      </w:pPr>
      <w:r w:rsidRPr="00041150">
        <w:t>Cegléd,</w:t>
      </w:r>
      <w:r w:rsidR="00652856" w:rsidRPr="00041150">
        <w:t xml:space="preserve"> </w:t>
      </w:r>
      <w:r w:rsidR="00086711">
        <w:t>20</w:t>
      </w:r>
      <w:r w:rsidR="00F27CFF">
        <w:t>26</w:t>
      </w:r>
      <w:r w:rsidR="00A5105D">
        <w:t xml:space="preserve">. </w:t>
      </w:r>
      <w:r w:rsidR="00F27CFF">
        <w:t>január 9</w:t>
      </w:r>
      <w:r w:rsidR="00A5105D">
        <w:t>.</w:t>
      </w:r>
    </w:p>
    <w:p w14:paraId="72BC6E55" w14:textId="710B33E1" w:rsidR="00765FB1" w:rsidRPr="00041150" w:rsidRDefault="009A0ACA" w:rsidP="00C52915">
      <w:pPr>
        <w:tabs>
          <w:tab w:val="left" w:pos="6480"/>
        </w:tabs>
        <w:jc w:val="right"/>
      </w:pPr>
      <w:r>
        <w:t>Dr. Csáky András</w:t>
      </w:r>
    </w:p>
    <w:p w14:paraId="41E1AC0A" w14:textId="55D23C3E" w:rsidR="004A7521" w:rsidRPr="00041150" w:rsidRDefault="009A0ACA" w:rsidP="00C52915">
      <w:pPr>
        <w:tabs>
          <w:tab w:val="left" w:pos="6480"/>
        </w:tabs>
        <w:jc w:val="right"/>
      </w:pPr>
      <w:r>
        <w:t xml:space="preserve">   </w:t>
      </w:r>
      <w:r w:rsidR="00765FB1" w:rsidRPr="00041150">
        <w:t>polgármester</w:t>
      </w:r>
    </w:p>
    <w:p w14:paraId="44822039" w14:textId="77777777" w:rsidR="005E1D3C" w:rsidRDefault="005E1D3C" w:rsidP="004D1AFC">
      <w:pPr>
        <w:rPr>
          <w:b/>
        </w:rPr>
      </w:pPr>
    </w:p>
    <w:p w14:paraId="420E19D7" w14:textId="3EE290D5" w:rsidR="00483C95" w:rsidRDefault="00483C95" w:rsidP="00AC0366">
      <w:pPr>
        <w:jc w:val="center"/>
        <w:rPr>
          <w:b/>
        </w:rPr>
      </w:pPr>
      <w:r w:rsidRPr="00444F7B">
        <w:rPr>
          <w:b/>
        </w:rPr>
        <w:t>Határozati javaslat</w:t>
      </w:r>
    </w:p>
    <w:p w14:paraId="34BDB881" w14:textId="77777777" w:rsidR="00E13473" w:rsidRDefault="00E13473" w:rsidP="00AC0366">
      <w:pPr>
        <w:jc w:val="center"/>
        <w:rPr>
          <w:b/>
        </w:rPr>
      </w:pPr>
    </w:p>
    <w:p w14:paraId="192C719D" w14:textId="77777777" w:rsidR="000A3B8B" w:rsidRDefault="000A3B8B" w:rsidP="00C52915">
      <w:pPr>
        <w:suppressAutoHyphens/>
        <w:spacing w:before="120"/>
        <w:jc w:val="both"/>
        <w:rPr>
          <w:sz w:val="23"/>
          <w:szCs w:val="23"/>
        </w:rPr>
      </w:pPr>
      <w:r w:rsidRPr="00C859DD">
        <w:rPr>
          <w:b/>
        </w:rPr>
        <w:t>Cegléd Város Önkormányzatának Képviselő-testülete</w:t>
      </w:r>
    </w:p>
    <w:p w14:paraId="5A5A9CA8" w14:textId="7B481777" w:rsidR="00E13473" w:rsidRDefault="00E13473" w:rsidP="00E13473">
      <w:pPr>
        <w:numPr>
          <w:ilvl w:val="0"/>
          <w:numId w:val="22"/>
        </w:numPr>
        <w:spacing w:before="120" w:after="120"/>
        <w:ind w:left="284" w:firstLine="0"/>
        <w:jc w:val="both"/>
      </w:pPr>
      <w:r>
        <w:t>Nem tart igényt Cegléd Város Önkormányzatának kizárólagos tulajdonában lévő Cegléd, belterület 223 hrsz-ú, természetben Cegléd, Kossuth Ferenc u. 2. szám alatti 142 m</w:t>
      </w:r>
      <w:r>
        <w:rPr>
          <w:vertAlign w:val="superscript"/>
        </w:rPr>
        <w:t>2</w:t>
      </w:r>
      <w:r>
        <w:t xml:space="preserve"> alapterületű üzlethelyiségére önkormányzati közfeladatok ellátásával vagy közérdekű célú felhasználással kapcsolatban.</w:t>
      </w:r>
    </w:p>
    <w:p w14:paraId="0BC71506" w14:textId="15FBF34D" w:rsidR="00E13473" w:rsidRDefault="00E13473" w:rsidP="00E13473">
      <w:pPr>
        <w:numPr>
          <w:ilvl w:val="0"/>
          <w:numId w:val="22"/>
        </w:numPr>
        <w:spacing w:before="120" w:after="120"/>
        <w:ind w:left="284" w:firstLine="0"/>
        <w:jc w:val="both"/>
      </w:pPr>
      <w:r>
        <w:t xml:space="preserve">meghosszabbítja a </w:t>
      </w:r>
      <w:r w:rsidRPr="00F27CFF">
        <w:rPr>
          <w:b/>
          <w:bCs/>
        </w:rPr>
        <w:t>YETTEL Magyarország Zrt.</w:t>
      </w:r>
      <w:r w:rsidRPr="00FA07FB">
        <w:rPr>
          <w:b/>
        </w:rPr>
        <w:t xml:space="preserve"> </w:t>
      </w:r>
      <w:r w:rsidRPr="00FA07FB">
        <w:t xml:space="preserve">(székhely: </w:t>
      </w:r>
      <w:r w:rsidRPr="00F27CFF">
        <w:t>2045, Törökbálint, Pannon út 1.</w:t>
      </w:r>
      <w:r w:rsidRPr="00FA07FB">
        <w:t xml:space="preserve">, adószám: </w:t>
      </w:r>
      <w:r w:rsidRPr="00F27CFF">
        <w:t>11107792-2-44</w:t>
      </w:r>
      <w:r>
        <w:t>, cégjegyzék</w:t>
      </w:r>
      <w:r w:rsidRPr="00FA07FB">
        <w:t xml:space="preserve">szám: </w:t>
      </w:r>
      <w:r w:rsidRPr="00F27CFF">
        <w:t>13-10-040409</w:t>
      </w:r>
      <w:r>
        <w:t>,</w:t>
      </w:r>
      <w:r w:rsidRPr="00FA07FB">
        <w:t xml:space="preserve"> képviseli:</w:t>
      </w:r>
      <w:r>
        <w:rPr>
          <w:b/>
        </w:rPr>
        <w:t xml:space="preserve"> </w:t>
      </w:r>
      <w:proofErr w:type="spellStart"/>
      <w:r>
        <w:t>Zalkai</w:t>
      </w:r>
      <w:proofErr w:type="spellEnd"/>
      <w:r>
        <w:t xml:space="preserve"> Zsófia igazgató és Tuboly Gábor igazgató) </w:t>
      </w:r>
      <w:r w:rsidRPr="00F82503">
        <w:rPr>
          <w:b/>
          <w:bCs/>
        </w:rPr>
        <w:t>kérelmére</w:t>
      </w:r>
      <w:r>
        <w:t xml:space="preserve"> a Cegléd Város Önkormányzatának kizárólagos tulajdonában lévő, </w:t>
      </w:r>
      <w:r w:rsidRPr="00D74744">
        <w:rPr>
          <w:b/>
          <w:bCs/>
        </w:rPr>
        <w:t xml:space="preserve">Cegléd belterületén fekvő </w:t>
      </w:r>
      <w:r w:rsidRPr="007A0D6E">
        <w:rPr>
          <w:b/>
          <w:bCs/>
        </w:rPr>
        <w:t>226-os helyrajzi számú</w:t>
      </w:r>
      <w:r w:rsidRPr="00F27CFF">
        <w:t xml:space="preserve">, természetben </w:t>
      </w:r>
      <w:r w:rsidRPr="007A0D6E">
        <w:rPr>
          <w:b/>
          <w:bCs/>
        </w:rPr>
        <w:t>Cegléd, Kossuth Ferenc u. 2/A. szám alatti</w:t>
      </w:r>
      <w:r w:rsidRPr="00F27CFF">
        <w:t xml:space="preserve"> 448 m</w:t>
      </w:r>
      <w:r w:rsidRPr="007A0D6E">
        <w:rPr>
          <w:vertAlign w:val="superscript"/>
        </w:rPr>
        <w:t>2</w:t>
      </w:r>
      <w:r w:rsidRPr="00F27CFF">
        <w:t xml:space="preserve"> alapterületű kivett áruház megnevezésű ingatlanból </w:t>
      </w:r>
      <w:r w:rsidRPr="007A0D6E">
        <w:rPr>
          <w:b/>
          <w:bCs/>
        </w:rPr>
        <w:t>142 m</w:t>
      </w:r>
      <w:r w:rsidRPr="007A0D6E">
        <w:rPr>
          <w:b/>
          <w:bCs/>
          <w:vertAlign w:val="superscript"/>
        </w:rPr>
        <w:t>2</w:t>
      </w:r>
      <w:r w:rsidRPr="007A0D6E">
        <w:rPr>
          <w:b/>
          <w:bCs/>
        </w:rPr>
        <w:t xml:space="preserve"> alapterületű üzlethelyiségre</w:t>
      </w:r>
      <w:r w:rsidRPr="000756BE">
        <w:rPr>
          <w:b/>
        </w:rPr>
        <w:t xml:space="preserve"> vonatkozó bérleti szerződését</w:t>
      </w:r>
      <w:r>
        <w:rPr>
          <w:b/>
        </w:rPr>
        <w:t xml:space="preserve"> </w:t>
      </w:r>
      <w:r>
        <w:rPr>
          <w:bCs/>
        </w:rPr>
        <w:t xml:space="preserve">további öt </w:t>
      </w:r>
      <w:r w:rsidRPr="00C90F2D">
        <w:rPr>
          <w:bCs/>
        </w:rPr>
        <w:t>évvel, azaz</w:t>
      </w:r>
      <w:r>
        <w:rPr>
          <w:b/>
        </w:rPr>
        <w:t xml:space="preserve"> </w:t>
      </w:r>
      <w:r w:rsidRPr="000756BE">
        <w:rPr>
          <w:b/>
        </w:rPr>
        <w:t>20</w:t>
      </w:r>
      <w:r>
        <w:rPr>
          <w:b/>
        </w:rPr>
        <w:t>26</w:t>
      </w:r>
      <w:r w:rsidRPr="000756BE">
        <w:rPr>
          <w:b/>
        </w:rPr>
        <w:t xml:space="preserve">. </w:t>
      </w:r>
      <w:r>
        <w:rPr>
          <w:b/>
        </w:rPr>
        <w:t>április 15</w:t>
      </w:r>
      <w:r w:rsidRPr="000756BE">
        <w:rPr>
          <w:b/>
        </w:rPr>
        <w:t>-től</w:t>
      </w:r>
      <w:r>
        <w:rPr>
          <w:b/>
        </w:rPr>
        <w:t xml:space="preserve"> 2031. április 14-ig</w:t>
      </w:r>
    </w:p>
    <w:p w14:paraId="1AA7D184" w14:textId="77777777" w:rsidR="000A3B8B" w:rsidRDefault="000A3B8B" w:rsidP="00E13473">
      <w:pPr>
        <w:numPr>
          <w:ilvl w:val="0"/>
          <w:numId w:val="22"/>
        </w:numPr>
        <w:suppressAutoHyphens/>
        <w:spacing w:before="120"/>
        <w:ind w:left="284" w:firstLine="0"/>
        <w:jc w:val="both"/>
      </w:pPr>
      <w:r>
        <w:t>Utasítja</w:t>
      </w:r>
      <w:r w:rsidRPr="00041150">
        <w:t xml:space="preserve"> a VÁRVAG Nonprofit Kft</w:t>
      </w:r>
      <w:r>
        <w:t xml:space="preserve">. </w:t>
      </w:r>
      <w:r w:rsidRPr="00041150">
        <w:t>-</w:t>
      </w:r>
      <w:r>
        <w:t xml:space="preserve"> </w:t>
      </w:r>
      <w:r w:rsidRPr="00041150">
        <w:t>t, a szükséges intézkedések megtételére.</w:t>
      </w:r>
    </w:p>
    <w:p w14:paraId="05EFEC15" w14:textId="77777777" w:rsidR="00F82503" w:rsidRDefault="00F82503" w:rsidP="00F82503">
      <w:pPr>
        <w:suppressAutoHyphens/>
        <w:spacing w:before="120"/>
        <w:jc w:val="both"/>
      </w:pPr>
    </w:p>
    <w:p w14:paraId="6887FD98" w14:textId="3DB951BD" w:rsidR="00957808" w:rsidRDefault="000A3B8B" w:rsidP="00181059">
      <w:pPr>
        <w:tabs>
          <w:tab w:val="right" w:pos="9072"/>
        </w:tabs>
        <w:jc w:val="both"/>
        <w:rPr>
          <w:b/>
        </w:rPr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Pr="00B9686F">
        <w:rPr>
          <w:b/>
          <w:u w:val="single"/>
        </w:rPr>
        <w:t>Felelős:</w:t>
      </w:r>
      <w:r w:rsidRPr="00B9686F">
        <w:rPr>
          <w:u w:val="single"/>
        </w:rPr>
        <w:t xml:space="preserve"> </w:t>
      </w:r>
      <w:r>
        <w:t>Dr. Csáky András, polgármester</w:t>
      </w:r>
    </w:p>
    <w:p w14:paraId="00A562E3" w14:textId="77777777" w:rsidR="00957808" w:rsidRDefault="00957808" w:rsidP="005475EF">
      <w:pPr>
        <w:jc w:val="center"/>
        <w:rPr>
          <w:b/>
        </w:rPr>
      </w:pPr>
    </w:p>
    <w:p w14:paraId="03F9B554" w14:textId="77777777" w:rsidR="005E1D3C" w:rsidRDefault="005E1D3C" w:rsidP="005475EF">
      <w:pPr>
        <w:jc w:val="both"/>
        <w:rPr>
          <w:b/>
        </w:rPr>
      </w:pPr>
    </w:p>
    <w:p w14:paraId="7E936E2D" w14:textId="77777777" w:rsidR="005475EF" w:rsidRPr="00C52915" w:rsidRDefault="005475EF" w:rsidP="005475EF">
      <w:pPr>
        <w:jc w:val="both"/>
        <w:rPr>
          <w:b/>
          <w:sz w:val="20"/>
          <w:szCs w:val="20"/>
        </w:rPr>
      </w:pPr>
      <w:r w:rsidRPr="00C52915">
        <w:rPr>
          <w:b/>
          <w:sz w:val="20"/>
          <w:szCs w:val="20"/>
        </w:rPr>
        <w:t>A határozatot kapja:</w:t>
      </w:r>
    </w:p>
    <w:p w14:paraId="78F6C2C8" w14:textId="77777777" w:rsidR="005475EF" w:rsidRPr="00C52915" w:rsidRDefault="005475EF" w:rsidP="005475EF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0"/>
          <w:szCs w:val="20"/>
        </w:rPr>
      </w:pPr>
      <w:r w:rsidRPr="00C52915">
        <w:rPr>
          <w:sz w:val="20"/>
          <w:szCs w:val="20"/>
        </w:rPr>
        <w:t>1. VÁRVAG Nonprofit Kft. Mótyán Krisztián ügyvezető (2 példányban)</w:t>
      </w:r>
    </w:p>
    <w:p w14:paraId="2D9B7E66" w14:textId="77777777" w:rsidR="005475EF" w:rsidRPr="00C52915" w:rsidRDefault="005475EF" w:rsidP="005475EF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0"/>
          <w:szCs w:val="20"/>
        </w:rPr>
      </w:pPr>
      <w:r w:rsidRPr="00C52915">
        <w:rPr>
          <w:sz w:val="20"/>
          <w:szCs w:val="20"/>
        </w:rPr>
        <w:t>2. Ceglédi Közös Önkormányzati Hivatal (vagyonkataszter)</w:t>
      </w:r>
    </w:p>
    <w:p w14:paraId="414CDFC1" w14:textId="77777777" w:rsidR="005475EF" w:rsidRPr="00C52915" w:rsidRDefault="005475EF" w:rsidP="005475EF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0"/>
          <w:szCs w:val="20"/>
        </w:rPr>
      </w:pPr>
      <w:r w:rsidRPr="00C52915">
        <w:rPr>
          <w:sz w:val="20"/>
          <w:szCs w:val="20"/>
        </w:rPr>
        <w:t>3. Ceglédi Közös Önkormányzati Hivatal (térinformatika)</w:t>
      </w:r>
    </w:p>
    <w:p w14:paraId="3D30BAA4" w14:textId="77777777" w:rsidR="005475EF" w:rsidRPr="00C52915" w:rsidRDefault="005475EF" w:rsidP="005475EF">
      <w:pPr>
        <w:jc w:val="both"/>
        <w:rPr>
          <w:sz w:val="20"/>
          <w:szCs w:val="20"/>
        </w:rPr>
      </w:pPr>
      <w:r w:rsidRPr="00C52915">
        <w:rPr>
          <w:sz w:val="20"/>
          <w:szCs w:val="20"/>
        </w:rPr>
        <w:t>4. Irattár</w:t>
      </w:r>
    </w:p>
    <w:p w14:paraId="11750304" w14:textId="77777777" w:rsidR="005475EF" w:rsidRDefault="005475EF" w:rsidP="005475EF">
      <w:pPr>
        <w:jc w:val="both"/>
      </w:pPr>
    </w:p>
    <w:p w14:paraId="51017756" w14:textId="77777777" w:rsidR="005475EF" w:rsidRPr="00041150" w:rsidRDefault="005475EF" w:rsidP="005475EF">
      <w:pPr>
        <w:jc w:val="both"/>
      </w:pPr>
    </w:p>
    <w:p w14:paraId="404BF1A3" w14:textId="02D3BD82" w:rsidR="005475EF" w:rsidRDefault="00C52915" w:rsidP="005475EF">
      <w:pPr>
        <w:jc w:val="both"/>
      </w:pPr>
      <w:r>
        <w:t>Az előterjesztést l</w:t>
      </w:r>
      <w:r w:rsidR="005475EF" w:rsidRPr="00041150">
        <w:t>áttam:</w:t>
      </w:r>
    </w:p>
    <w:p w14:paraId="3C81DA6C" w14:textId="77777777" w:rsidR="005475EF" w:rsidRDefault="005475EF" w:rsidP="005475EF">
      <w:pPr>
        <w:jc w:val="both"/>
      </w:pPr>
    </w:p>
    <w:p w14:paraId="5CA543C3" w14:textId="77777777" w:rsidR="005475EF" w:rsidRPr="00041150" w:rsidRDefault="005475EF" w:rsidP="00C52915">
      <w:pPr>
        <w:ind w:left="2268" w:right="-1"/>
        <w:jc w:val="both"/>
      </w:pPr>
      <w:r w:rsidRPr="00041150">
        <w:t>Dr. Diósgyőri Gitta</w:t>
      </w:r>
    </w:p>
    <w:p w14:paraId="7A41F11B" w14:textId="315AFB2F" w:rsidR="005475EF" w:rsidRPr="00041150" w:rsidRDefault="005475EF" w:rsidP="00C52915">
      <w:pPr>
        <w:ind w:left="2268" w:firstLine="142"/>
        <w:jc w:val="both"/>
      </w:pPr>
      <w:r>
        <w:t>címzetes</w:t>
      </w:r>
      <w:r w:rsidRPr="00041150">
        <w:t xml:space="preserve"> </w:t>
      </w:r>
      <w:r>
        <w:t>fő</w:t>
      </w:r>
      <w:r w:rsidRPr="00041150">
        <w:t>jegyző</w:t>
      </w:r>
    </w:p>
    <w:sectPr w:rsidR="005475EF" w:rsidRPr="00041150" w:rsidSect="00C52915">
      <w:footerReference w:type="default" r:id="rId9"/>
      <w:pgSz w:w="11906" w:h="16838"/>
      <w:pgMar w:top="1134" w:right="1134" w:bottom="1134" w:left="1134" w:header="708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67486" w14:textId="77777777" w:rsidR="009902C5" w:rsidRDefault="009902C5">
      <w:r>
        <w:separator/>
      </w:r>
    </w:p>
  </w:endnote>
  <w:endnote w:type="continuationSeparator" w:id="0">
    <w:p w14:paraId="7382BF21" w14:textId="77777777" w:rsidR="009902C5" w:rsidRDefault="0099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549EC" w14:textId="77777777" w:rsidR="00CF6131" w:rsidRPr="00C52915" w:rsidRDefault="00CF6131" w:rsidP="00063074">
    <w:pPr>
      <w:pStyle w:val="llb"/>
      <w:pBdr>
        <w:top w:val="single" w:sz="4" w:space="1" w:color="auto"/>
      </w:pBdr>
      <w:jc w:val="right"/>
      <w:rPr>
        <w:sz w:val="20"/>
        <w:szCs w:val="20"/>
      </w:rPr>
    </w:pPr>
    <w:r w:rsidRPr="00C52915">
      <w:rPr>
        <w:rStyle w:val="Oldalszm"/>
        <w:sz w:val="20"/>
        <w:szCs w:val="20"/>
      </w:rPr>
      <w:fldChar w:fldCharType="begin"/>
    </w:r>
    <w:r w:rsidRPr="00C52915">
      <w:rPr>
        <w:rStyle w:val="Oldalszm"/>
        <w:sz w:val="20"/>
        <w:szCs w:val="20"/>
      </w:rPr>
      <w:instrText xml:space="preserve"> NUMPAGES </w:instrText>
    </w:r>
    <w:r w:rsidRPr="00C52915">
      <w:rPr>
        <w:rStyle w:val="Oldalszm"/>
        <w:sz w:val="20"/>
        <w:szCs w:val="20"/>
      </w:rPr>
      <w:fldChar w:fldCharType="separate"/>
    </w:r>
    <w:r w:rsidR="00FB739A">
      <w:rPr>
        <w:rStyle w:val="Oldalszm"/>
        <w:noProof/>
        <w:sz w:val="20"/>
        <w:szCs w:val="20"/>
      </w:rPr>
      <w:t>2</w:t>
    </w:r>
    <w:r w:rsidRPr="00C52915">
      <w:rPr>
        <w:rStyle w:val="Oldalszm"/>
        <w:sz w:val="20"/>
        <w:szCs w:val="20"/>
      </w:rPr>
      <w:fldChar w:fldCharType="end"/>
    </w:r>
    <w:r w:rsidRPr="00C52915">
      <w:rPr>
        <w:rStyle w:val="Oldalszm"/>
        <w:sz w:val="20"/>
        <w:szCs w:val="20"/>
      </w:rPr>
      <w:t>/</w:t>
    </w:r>
    <w:r w:rsidRPr="00C52915">
      <w:rPr>
        <w:rStyle w:val="Oldalszm"/>
        <w:sz w:val="20"/>
        <w:szCs w:val="20"/>
      </w:rPr>
      <w:fldChar w:fldCharType="begin"/>
    </w:r>
    <w:r w:rsidRPr="00C52915">
      <w:rPr>
        <w:rStyle w:val="Oldalszm"/>
        <w:sz w:val="20"/>
        <w:szCs w:val="20"/>
      </w:rPr>
      <w:instrText xml:space="preserve"> PAGE </w:instrText>
    </w:r>
    <w:r w:rsidRPr="00C52915">
      <w:rPr>
        <w:rStyle w:val="Oldalszm"/>
        <w:sz w:val="20"/>
        <w:szCs w:val="20"/>
      </w:rPr>
      <w:fldChar w:fldCharType="separate"/>
    </w:r>
    <w:r w:rsidR="00FB739A">
      <w:rPr>
        <w:rStyle w:val="Oldalszm"/>
        <w:noProof/>
        <w:sz w:val="20"/>
        <w:szCs w:val="20"/>
      </w:rPr>
      <w:t>2</w:t>
    </w:r>
    <w:r w:rsidRPr="00C52915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8AE92" w14:textId="77777777" w:rsidR="009902C5" w:rsidRDefault="009902C5">
      <w:r>
        <w:separator/>
      </w:r>
    </w:p>
  </w:footnote>
  <w:footnote w:type="continuationSeparator" w:id="0">
    <w:p w14:paraId="140E3D55" w14:textId="77777777" w:rsidR="009902C5" w:rsidRDefault="00990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02E6"/>
    <w:multiLevelType w:val="hybridMultilevel"/>
    <w:tmpl w:val="6CC649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45DDD"/>
    <w:multiLevelType w:val="hybridMultilevel"/>
    <w:tmpl w:val="866E8C2C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D0AAD"/>
    <w:multiLevelType w:val="hybridMultilevel"/>
    <w:tmpl w:val="6CAED6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64C78"/>
    <w:multiLevelType w:val="hybridMultilevel"/>
    <w:tmpl w:val="94AAA8DA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55F96"/>
    <w:multiLevelType w:val="hybridMultilevel"/>
    <w:tmpl w:val="E6525A0E"/>
    <w:lvl w:ilvl="0" w:tplc="42E47A2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D710F"/>
    <w:multiLevelType w:val="hybridMultilevel"/>
    <w:tmpl w:val="D65889FE"/>
    <w:lvl w:ilvl="0" w:tplc="C59ECDF6">
      <w:start w:val="1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562F2"/>
    <w:multiLevelType w:val="hybridMultilevel"/>
    <w:tmpl w:val="71DEC872"/>
    <w:lvl w:ilvl="0" w:tplc="650C17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A6F39"/>
    <w:multiLevelType w:val="hybridMultilevel"/>
    <w:tmpl w:val="AEEAC44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156105"/>
    <w:multiLevelType w:val="hybridMultilevel"/>
    <w:tmpl w:val="B80A0DD8"/>
    <w:lvl w:ilvl="0" w:tplc="D55A9B48">
      <w:start w:val="1"/>
      <w:numFmt w:val="decimal"/>
      <w:lvlText w:val="%1.)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1363209"/>
    <w:multiLevelType w:val="hybridMultilevel"/>
    <w:tmpl w:val="4B08D4D0"/>
    <w:lvl w:ilvl="0" w:tplc="ED9894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FC6A5B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8573D3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E7352"/>
    <w:multiLevelType w:val="hybridMultilevel"/>
    <w:tmpl w:val="D6122A60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E7291"/>
    <w:multiLevelType w:val="hybridMultilevel"/>
    <w:tmpl w:val="B7607A62"/>
    <w:lvl w:ilvl="0" w:tplc="A44EC32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F441E"/>
    <w:multiLevelType w:val="hybridMultilevel"/>
    <w:tmpl w:val="C97069BE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6B7EEC"/>
    <w:multiLevelType w:val="hybridMultilevel"/>
    <w:tmpl w:val="675A7ECC"/>
    <w:lvl w:ilvl="0" w:tplc="503ECD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FC0E430E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9573C9"/>
    <w:multiLevelType w:val="hybridMultilevel"/>
    <w:tmpl w:val="0A2A3488"/>
    <w:lvl w:ilvl="0" w:tplc="493E5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FB3365"/>
    <w:multiLevelType w:val="hybridMultilevel"/>
    <w:tmpl w:val="6996212C"/>
    <w:lvl w:ilvl="0" w:tplc="E56634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D442DC"/>
    <w:multiLevelType w:val="hybridMultilevel"/>
    <w:tmpl w:val="74AEAE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87280"/>
    <w:multiLevelType w:val="hybridMultilevel"/>
    <w:tmpl w:val="CCE64CF8"/>
    <w:lvl w:ilvl="0" w:tplc="43B29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CB69C1"/>
    <w:multiLevelType w:val="hybridMultilevel"/>
    <w:tmpl w:val="FB8A7070"/>
    <w:lvl w:ilvl="0" w:tplc="7E9C9A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0"/>
  </w:num>
  <w:num w:numId="5">
    <w:abstractNumId w:val="18"/>
  </w:num>
  <w:num w:numId="6">
    <w:abstractNumId w:val="6"/>
  </w:num>
  <w:num w:numId="7">
    <w:abstractNumId w:val="2"/>
  </w:num>
  <w:num w:numId="8">
    <w:abstractNumId w:val="15"/>
  </w:num>
  <w:num w:numId="9">
    <w:abstractNumId w:val="12"/>
  </w:num>
  <w:num w:numId="10">
    <w:abstractNumId w:val="1"/>
  </w:num>
  <w:num w:numId="11">
    <w:abstractNumId w:val="3"/>
  </w:num>
  <w:num w:numId="12">
    <w:abstractNumId w:val="14"/>
  </w:num>
  <w:num w:numId="13">
    <w:abstractNumId w:val="5"/>
  </w:num>
  <w:num w:numId="14">
    <w:abstractNumId w:val="11"/>
  </w:num>
  <w:num w:numId="15">
    <w:abstractNumId w:val="9"/>
  </w:num>
  <w:num w:numId="16">
    <w:abstractNumId w:val="20"/>
  </w:num>
  <w:num w:numId="17">
    <w:abstractNumId w:val="16"/>
  </w:num>
  <w:num w:numId="18">
    <w:abstractNumId w:val="8"/>
  </w:num>
  <w:num w:numId="19">
    <w:abstractNumId w:val="17"/>
  </w:num>
  <w:num w:numId="20">
    <w:abstractNumId w:val="10"/>
  </w:num>
  <w:num w:numId="21">
    <w:abstractNumId w:val="19"/>
  </w:num>
  <w:num w:numId="22">
    <w:abstractNumId w:val="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0BC1"/>
    <w:rsid w:val="000047F9"/>
    <w:rsid w:val="00005266"/>
    <w:rsid w:val="00006273"/>
    <w:rsid w:val="000118B2"/>
    <w:rsid w:val="0001366F"/>
    <w:rsid w:val="00020D2E"/>
    <w:rsid w:val="0003162C"/>
    <w:rsid w:val="00041150"/>
    <w:rsid w:val="00041CD3"/>
    <w:rsid w:val="0004548D"/>
    <w:rsid w:val="00045D3A"/>
    <w:rsid w:val="00045E9C"/>
    <w:rsid w:val="00047764"/>
    <w:rsid w:val="00063074"/>
    <w:rsid w:val="000654E4"/>
    <w:rsid w:val="00066791"/>
    <w:rsid w:val="000756BE"/>
    <w:rsid w:val="000805C8"/>
    <w:rsid w:val="00085ED0"/>
    <w:rsid w:val="00086711"/>
    <w:rsid w:val="00093DCC"/>
    <w:rsid w:val="00094061"/>
    <w:rsid w:val="000A2435"/>
    <w:rsid w:val="000A3B8B"/>
    <w:rsid w:val="000A3B9D"/>
    <w:rsid w:val="000A41CE"/>
    <w:rsid w:val="000B220B"/>
    <w:rsid w:val="000B5A04"/>
    <w:rsid w:val="000B7240"/>
    <w:rsid w:val="000D0FAE"/>
    <w:rsid w:val="000D6104"/>
    <w:rsid w:val="000D6121"/>
    <w:rsid w:val="000D781D"/>
    <w:rsid w:val="000E67FC"/>
    <w:rsid w:val="000F0189"/>
    <w:rsid w:val="000F2FFA"/>
    <w:rsid w:val="000F3D12"/>
    <w:rsid w:val="000F4365"/>
    <w:rsid w:val="000F55BE"/>
    <w:rsid w:val="000F7A7D"/>
    <w:rsid w:val="001058F0"/>
    <w:rsid w:val="001134FF"/>
    <w:rsid w:val="00117266"/>
    <w:rsid w:val="00122D67"/>
    <w:rsid w:val="00123D21"/>
    <w:rsid w:val="001258DA"/>
    <w:rsid w:val="00125C68"/>
    <w:rsid w:val="00133B43"/>
    <w:rsid w:val="0014078B"/>
    <w:rsid w:val="00146A77"/>
    <w:rsid w:val="00147A44"/>
    <w:rsid w:val="001507B7"/>
    <w:rsid w:val="001555CF"/>
    <w:rsid w:val="00157186"/>
    <w:rsid w:val="0016372A"/>
    <w:rsid w:val="00171FA2"/>
    <w:rsid w:val="00175F93"/>
    <w:rsid w:val="00181059"/>
    <w:rsid w:val="0018145E"/>
    <w:rsid w:val="001929BC"/>
    <w:rsid w:val="00195676"/>
    <w:rsid w:val="001A17D8"/>
    <w:rsid w:val="001A7E57"/>
    <w:rsid w:val="001B16BF"/>
    <w:rsid w:val="001B2937"/>
    <w:rsid w:val="001D0E8D"/>
    <w:rsid w:val="001E01F1"/>
    <w:rsid w:val="001E3EF7"/>
    <w:rsid w:val="001F07ED"/>
    <w:rsid w:val="001F0A52"/>
    <w:rsid w:val="001F1A36"/>
    <w:rsid w:val="00200432"/>
    <w:rsid w:val="00200D9F"/>
    <w:rsid w:val="00220237"/>
    <w:rsid w:val="00224677"/>
    <w:rsid w:val="002345F5"/>
    <w:rsid w:val="00245956"/>
    <w:rsid w:val="00254F70"/>
    <w:rsid w:val="00261AC5"/>
    <w:rsid w:val="002620D9"/>
    <w:rsid w:val="00265E97"/>
    <w:rsid w:val="00266006"/>
    <w:rsid w:val="00266585"/>
    <w:rsid w:val="00274DF4"/>
    <w:rsid w:val="00274E22"/>
    <w:rsid w:val="002829F2"/>
    <w:rsid w:val="00283511"/>
    <w:rsid w:val="0028622D"/>
    <w:rsid w:val="0028674C"/>
    <w:rsid w:val="00290914"/>
    <w:rsid w:val="00294FF4"/>
    <w:rsid w:val="002A434C"/>
    <w:rsid w:val="002B4F4D"/>
    <w:rsid w:val="002D1A5B"/>
    <w:rsid w:val="002E046E"/>
    <w:rsid w:val="002E45AC"/>
    <w:rsid w:val="002F3BBA"/>
    <w:rsid w:val="002F7D26"/>
    <w:rsid w:val="00304D4A"/>
    <w:rsid w:val="00313488"/>
    <w:rsid w:val="00315118"/>
    <w:rsid w:val="003163A4"/>
    <w:rsid w:val="00317D8D"/>
    <w:rsid w:val="00322A18"/>
    <w:rsid w:val="00324972"/>
    <w:rsid w:val="00325688"/>
    <w:rsid w:val="00330447"/>
    <w:rsid w:val="003337F7"/>
    <w:rsid w:val="003371C8"/>
    <w:rsid w:val="00337441"/>
    <w:rsid w:val="0033784D"/>
    <w:rsid w:val="00337BDF"/>
    <w:rsid w:val="0034284F"/>
    <w:rsid w:val="003475D6"/>
    <w:rsid w:val="00351D3F"/>
    <w:rsid w:val="003616DD"/>
    <w:rsid w:val="00367FC7"/>
    <w:rsid w:val="0037760E"/>
    <w:rsid w:val="0037762E"/>
    <w:rsid w:val="00377C8C"/>
    <w:rsid w:val="00380BCA"/>
    <w:rsid w:val="003917A7"/>
    <w:rsid w:val="003923A9"/>
    <w:rsid w:val="00392AF9"/>
    <w:rsid w:val="003951EF"/>
    <w:rsid w:val="003971DC"/>
    <w:rsid w:val="003A358B"/>
    <w:rsid w:val="003A4C18"/>
    <w:rsid w:val="003B59DA"/>
    <w:rsid w:val="003C44D2"/>
    <w:rsid w:val="003D26B2"/>
    <w:rsid w:val="003D6B44"/>
    <w:rsid w:val="003D7DFF"/>
    <w:rsid w:val="003E3469"/>
    <w:rsid w:val="003F6D4B"/>
    <w:rsid w:val="003F70E9"/>
    <w:rsid w:val="00407BDB"/>
    <w:rsid w:val="00431934"/>
    <w:rsid w:val="00431D8A"/>
    <w:rsid w:val="0043271B"/>
    <w:rsid w:val="00433FEB"/>
    <w:rsid w:val="00437F57"/>
    <w:rsid w:val="00441448"/>
    <w:rsid w:val="004423B4"/>
    <w:rsid w:val="004455AE"/>
    <w:rsid w:val="004455C6"/>
    <w:rsid w:val="004563EE"/>
    <w:rsid w:val="00462F30"/>
    <w:rsid w:val="00465DDE"/>
    <w:rsid w:val="00472393"/>
    <w:rsid w:val="00474E36"/>
    <w:rsid w:val="004777BD"/>
    <w:rsid w:val="004814F9"/>
    <w:rsid w:val="00483C95"/>
    <w:rsid w:val="00485610"/>
    <w:rsid w:val="004935E6"/>
    <w:rsid w:val="0049506E"/>
    <w:rsid w:val="00495D6F"/>
    <w:rsid w:val="004A7521"/>
    <w:rsid w:val="004A7FFD"/>
    <w:rsid w:val="004B1C99"/>
    <w:rsid w:val="004B2FAA"/>
    <w:rsid w:val="004B4122"/>
    <w:rsid w:val="004C3F02"/>
    <w:rsid w:val="004C5F03"/>
    <w:rsid w:val="004C71BC"/>
    <w:rsid w:val="004D1AFC"/>
    <w:rsid w:val="004D408B"/>
    <w:rsid w:val="004E0EE1"/>
    <w:rsid w:val="004E26E7"/>
    <w:rsid w:val="004E2E70"/>
    <w:rsid w:val="004E4A47"/>
    <w:rsid w:val="004E4D43"/>
    <w:rsid w:val="004E52FD"/>
    <w:rsid w:val="004E5B7E"/>
    <w:rsid w:val="004E6E77"/>
    <w:rsid w:val="004F4B9B"/>
    <w:rsid w:val="004F4DF1"/>
    <w:rsid w:val="004F6641"/>
    <w:rsid w:val="00510CA1"/>
    <w:rsid w:val="0051430E"/>
    <w:rsid w:val="00514707"/>
    <w:rsid w:val="00515589"/>
    <w:rsid w:val="0051606E"/>
    <w:rsid w:val="005248A1"/>
    <w:rsid w:val="00524D0C"/>
    <w:rsid w:val="00524D78"/>
    <w:rsid w:val="00533233"/>
    <w:rsid w:val="00535C2A"/>
    <w:rsid w:val="0054084F"/>
    <w:rsid w:val="00542302"/>
    <w:rsid w:val="00545F89"/>
    <w:rsid w:val="005475EF"/>
    <w:rsid w:val="00551409"/>
    <w:rsid w:val="00551744"/>
    <w:rsid w:val="00561BC3"/>
    <w:rsid w:val="00563A91"/>
    <w:rsid w:val="00564852"/>
    <w:rsid w:val="00585876"/>
    <w:rsid w:val="0058665E"/>
    <w:rsid w:val="005914CE"/>
    <w:rsid w:val="0059612C"/>
    <w:rsid w:val="00596902"/>
    <w:rsid w:val="00597FFB"/>
    <w:rsid w:val="005B18C0"/>
    <w:rsid w:val="005B336D"/>
    <w:rsid w:val="005B4FC6"/>
    <w:rsid w:val="005B7ADD"/>
    <w:rsid w:val="005C1FD6"/>
    <w:rsid w:val="005C2DAB"/>
    <w:rsid w:val="005C7F19"/>
    <w:rsid w:val="005D399F"/>
    <w:rsid w:val="005D6A28"/>
    <w:rsid w:val="005E16DB"/>
    <w:rsid w:val="005E1968"/>
    <w:rsid w:val="005E1D3C"/>
    <w:rsid w:val="005E5913"/>
    <w:rsid w:val="005F0036"/>
    <w:rsid w:val="005F29B3"/>
    <w:rsid w:val="005F3DC7"/>
    <w:rsid w:val="005F53B9"/>
    <w:rsid w:val="005F5E26"/>
    <w:rsid w:val="006019A6"/>
    <w:rsid w:val="00616E79"/>
    <w:rsid w:val="00617545"/>
    <w:rsid w:val="006213C9"/>
    <w:rsid w:val="006274C2"/>
    <w:rsid w:val="0063111A"/>
    <w:rsid w:val="00632C2B"/>
    <w:rsid w:val="006365DB"/>
    <w:rsid w:val="00646C54"/>
    <w:rsid w:val="006504BE"/>
    <w:rsid w:val="0065118F"/>
    <w:rsid w:val="00652856"/>
    <w:rsid w:val="00655BB6"/>
    <w:rsid w:val="00656212"/>
    <w:rsid w:val="006567F9"/>
    <w:rsid w:val="0067399C"/>
    <w:rsid w:val="00674828"/>
    <w:rsid w:val="00677D1E"/>
    <w:rsid w:val="00680B6F"/>
    <w:rsid w:val="00682F55"/>
    <w:rsid w:val="00684BEF"/>
    <w:rsid w:val="00693242"/>
    <w:rsid w:val="00693EA3"/>
    <w:rsid w:val="00695E98"/>
    <w:rsid w:val="00696303"/>
    <w:rsid w:val="00696702"/>
    <w:rsid w:val="006B637C"/>
    <w:rsid w:val="006B71A4"/>
    <w:rsid w:val="006B775E"/>
    <w:rsid w:val="006C003C"/>
    <w:rsid w:val="006C43FE"/>
    <w:rsid w:val="006D0C22"/>
    <w:rsid w:val="006D16BD"/>
    <w:rsid w:val="006D5EFD"/>
    <w:rsid w:val="006E21DC"/>
    <w:rsid w:val="006E2C7A"/>
    <w:rsid w:val="006F7D52"/>
    <w:rsid w:val="00701CBE"/>
    <w:rsid w:val="0070267D"/>
    <w:rsid w:val="00712FBC"/>
    <w:rsid w:val="00713A60"/>
    <w:rsid w:val="007156AC"/>
    <w:rsid w:val="0071781D"/>
    <w:rsid w:val="00717886"/>
    <w:rsid w:val="00725110"/>
    <w:rsid w:val="00725981"/>
    <w:rsid w:val="00730413"/>
    <w:rsid w:val="007340DB"/>
    <w:rsid w:val="00737124"/>
    <w:rsid w:val="00737493"/>
    <w:rsid w:val="00740C4D"/>
    <w:rsid w:val="00741899"/>
    <w:rsid w:val="00744D43"/>
    <w:rsid w:val="00746959"/>
    <w:rsid w:val="007470C7"/>
    <w:rsid w:val="00754266"/>
    <w:rsid w:val="00755383"/>
    <w:rsid w:val="007616D3"/>
    <w:rsid w:val="00764433"/>
    <w:rsid w:val="00765FB1"/>
    <w:rsid w:val="00770566"/>
    <w:rsid w:val="0077368E"/>
    <w:rsid w:val="00774830"/>
    <w:rsid w:val="00774DFD"/>
    <w:rsid w:val="007753DD"/>
    <w:rsid w:val="007757E7"/>
    <w:rsid w:val="00777E8F"/>
    <w:rsid w:val="00785316"/>
    <w:rsid w:val="00790ABB"/>
    <w:rsid w:val="00792E1F"/>
    <w:rsid w:val="00796A57"/>
    <w:rsid w:val="00797F9F"/>
    <w:rsid w:val="007A0D6E"/>
    <w:rsid w:val="007A3F0B"/>
    <w:rsid w:val="007A59D6"/>
    <w:rsid w:val="007B0B74"/>
    <w:rsid w:val="007B3C79"/>
    <w:rsid w:val="007B5D91"/>
    <w:rsid w:val="007B6502"/>
    <w:rsid w:val="007B700D"/>
    <w:rsid w:val="007B7300"/>
    <w:rsid w:val="007C42D0"/>
    <w:rsid w:val="007C56E2"/>
    <w:rsid w:val="007C5772"/>
    <w:rsid w:val="007D0859"/>
    <w:rsid w:val="007D095D"/>
    <w:rsid w:val="007D13B3"/>
    <w:rsid w:val="007D38DA"/>
    <w:rsid w:val="007D4715"/>
    <w:rsid w:val="007D55B8"/>
    <w:rsid w:val="007E272C"/>
    <w:rsid w:val="007F1360"/>
    <w:rsid w:val="007F2560"/>
    <w:rsid w:val="00801178"/>
    <w:rsid w:val="00803FA6"/>
    <w:rsid w:val="008119C2"/>
    <w:rsid w:val="00816AFC"/>
    <w:rsid w:val="00823235"/>
    <w:rsid w:val="00824A3A"/>
    <w:rsid w:val="00836EC9"/>
    <w:rsid w:val="00845857"/>
    <w:rsid w:val="008530BA"/>
    <w:rsid w:val="0085352E"/>
    <w:rsid w:val="00853C56"/>
    <w:rsid w:val="00854F62"/>
    <w:rsid w:val="00855F16"/>
    <w:rsid w:val="00863428"/>
    <w:rsid w:val="008669A7"/>
    <w:rsid w:val="008717C1"/>
    <w:rsid w:val="00872E5A"/>
    <w:rsid w:val="00873551"/>
    <w:rsid w:val="00873D48"/>
    <w:rsid w:val="008810F0"/>
    <w:rsid w:val="00884DC4"/>
    <w:rsid w:val="00886A73"/>
    <w:rsid w:val="008906A2"/>
    <w:rsid w:val="00892BA9"/>
    <w:rsid w:val="008970B1"/>
    <w:rsid w:val="00897F97"/>
    <w:rsid w:val="008A1825"/>
    <w:rsid w:val="008B124A"/>
    <w:rsid w:val="008B1375"/>
    <w:rsid w:val="008D0BBE"/>
    <w:rsid w:val="008D1D16"/>
    <w:rsid w:val="008D38D2"/>
    <w:rsid w:val="008D7E7A"/>
    <w:rsid w:val="008E4316"/>
    <w:rsid w:val="008F0BA4"/>
    <w:rsid w:val="00900B48"/>
    <w:rsid w:val="0090184C"/>
    <w:rsid w:val="00902141"/>
    <w:rsid w:val="00902CC2"/>
    <w:rsid w:val="00903F3D"/>
    <w:rsid w:val="009153BE"/>
    <w:rsid w:val="0091637F"/>
    <w:rsid w:val="00917433"/>
    <w:rsid w:val="00917833"/>
    <w:rsid w:val="00917AD6"/>
    <w:rsid w:val="00921337"/>
    <w:rsid w:val="009216A6"/>
    <w:rsid w:val="009263DF"/>
    <w:rsid w:val="00927F50"/>
    <w:rsid w:val="00930288"/>
    <w:rsid w:val="0093390F"/>
    <w:rsid w:val="009424AD"/>
    <w:rsid w:val="00957808"/>
    <w:rsid w:val="00962E1F"/>
    <w:rsid w:val="00965F66"/>
    <w:rsid w:val="00975399"/>
    <w:rsid w:val="009755C4"/>
    <w:rsid w:val="00981465"/>
    <w:rsid w:val="00981F9E"/>
    <w:rsid w:val="009902C5"/>
    <w:rsid w:val="009973BA"/>
    <w:rsid w:val="009A06D0"/>
    <w:rsid w:val="009A0ACA"/>
    <w:rsid w:val="009A34F0"/>
    <w:rsid w:val="009A6D04"/>
    <w:rsid w:val="009A7A78"/>
    <w:rsid w:val="009B1C0E"/>
    <w:rsid w:val="009B3850"/>
    <w:rsid w:val="009B6753"/>
    <w:rsid w:val="009C69F6"/>
    <w:rsid w:val="009D4E54"/>
    <w:rsid w:val="009D6864"/>
    <w:rsid w:val="009E33C3"/>
    <w:rsid w:val="009E7968"/>
    <w:rsid w:val="009E7B88"/>
    <w:rsid w:val="009E7F31"/>
    <w:rsid w:val="009F333C"/>
    <w:rsid w:val="009F5ED4"/>
    <w:rsid w:val="009F70AB"/>
    <w:rsid w:val="00A04798"/>
    <w:rsid w:val="00A05879"/>
    <w:rsid w:val="00A07B22"/>
    <w:rsid w:val="00A1173E"/>
    <w:rsid w:val="00A12319"/>
    <w:rsid w:val="00A16D49"/>
    <w:rsid w:val="00A24869"/>
    <w:rsid w:val="00A27458"/>
    <w:rsid w:val="00A31CB4"/>
    <w:rsid w:val="00A36147"/>
    <w:rsid w:val="00A3711C"/>
    <w:rsid w:val="00A43555"/>
    <w:rsid w:val="00A5105D"/>
    <w:rsid w:val="00A569AD"/>
    <w:rsid w:val="00A66C62"/>
    <w:rsid w:val="00A670E0"/>
    <w:rsid w:val="00A735F5"/>
    <w:rsid w:val="00A7486F"/>
    <w:rsid w:val="00A77296"/>
    <w:rsid w:val="00A86A5A"/>
    <w:rsid w:val="00A912C5"/>
    <w:rsid w:val="00A9478D"/>
    <w:rsid w:val="00A97CCE"/>
    <w:rsid w:val="00AA25A2"/>
    <w:rsid w:val="00AA555A"/>
    <w:rsid w:val="00AB0C40"/>
    <w:rsid w:val="00AB1E2C"/>
    <w:rsid w:val="00AB2081"/>
    <w:rsid w:val="00AB7F9A"/>
    <w:rsid w:val="00AC0366"/>
    <w:rsid w:val="00AC2D9A"/>
    <w:rsid w:val="00AC7AE6"/>
    <w:rsid w:val="00AD1352"/>
    <w:rsid w:val="00AD20FE"/>
    <w:rsid w:val="00AD7928"/>
    <w:rsid w:val="00AF0D98"/>
    <w:rsid w:val="00AF3425"/>
    <w:rsid w:val="00AF42C8"/>
    <w:rsid w:val="00B01EE1"/>
    <w:rsid w:val="00B027D5"/>
    <w:rsid w:val="00B07A65"/>
    <w:rsid w:val="00B17D6D"/>
    <w:rsid w:val="00B17DDF"/>
    <w:rsid w:val="00B202F3"/>
    <w:rsid w:val="00B251C1"/>
    <w:rsid w:val="00B30B4F"/>
    <w:rsid w:val="00B354F8"/>
    <w:rsid w:val="00B47A83"/>
    <w:rsid w:val="00B54CCC"/>
    <w:rsid w:val="00B562B6"/>
    <w:rsid w:val="00B57590"/>
    <w:rsid w:val="00B61460"/>
    <w:rsid w:val="00B61C92"/>
    <w:rsid w:val="00B639F5"/>
    <w:rsid w:val="00B6422E"/>
    <w:rsid w:val="00B64445"/>
    <w:rsid w:val="00B64B7F"/>
    <w:rsid w:val="00B66263"/>
    <w:rsid w:val="00B707D2"/>
    <w:rsid w:val="00B73096"/>
    <w:rsid w:val="00B75EE9"/>
    <w:rsid w:val="00B800CD"/>
    <w:rsid w:val="00B80EB9"/>
    <w:rsid w:val="00B8164C"/>
    <w:rsid w:val="00B86071"/>
    <w:rsid w:val="00B95ADC"/>
    <w:rsid w:val="00B97C1A"/>
    <w:rsid w:val="00BA0FF2"/>
    <w:rsid w:val="00BA1FCE"/>
    <w:rsid w:val="00BA3F0C"/>
    <w:rsid w:val="00BA40D3"/>
    <w:rsid w:val="00BA43B6"/>
    <w:rsid w:val="00BA6FED"/>
    <w:rsid w:val="00BA7039"/>
    <w:rsid w:val="00BB645F"/>
    <w:rsid w:val="00BB718E"/>
    <w:rsid w:val="00BC043F"/>
    <w:rsid w:val="00BC17E6"/>
    <w:rsid w:val="00BC3649"/>
    <w:rsid w:val="00BC78D5"/>
    <w:rsid w:val="00BD2EF8"/>
    <w:rsid w:val="00BD39F8"/>
    <w:rsid w:val="00BD430E"/>
    <w:rsid w:val="00BD54E2"/>
    <w:rsid w:val="00BE1DB8"/>
    <w:rsid w:val="00BE4DE0"/>
    <w:rsid w:val="00BE5432"/>
    <w:rsid w:val="00BE60CA"/>
    <w:rsid w:val="00BE77CF"/>
    <w:rsid w:val="00BF03CC"/>
    <w:rsid w:val="00BF79A9"/>
    <w:rsid w:val="00BF7FDA"/>
    <w:rsid w:val="00C05085"/>
    <w:rsid w:val="00C10367"/>
    <w:rsid w:val="00C129BB"/>
    <w:rsid w:val="00C14644"/>
    <w:rsid w:val="00C161F9"/>
    <w:rsid w:val="00C16FC6"/>
    <w:rsid w:val="00C237EA"/>
    <w:rsid w:val="00C23A2A"/>
    <w:rsid w:val="00C23FB2"/>
    <w:rsid w:val="00C30178"/>
    <w:rsid w:val="00C3243A"/>
    <w:rsid w:val="00C37100"/>
    <w:rsid w:val="00C37EB2"/>
    <w:rsid w:val="00C400F5"/>
    <w:rsid w:val="00C44D2D"/>
    <w:rsid w:val="00C50BB8"/>
    <w:rsid w:val="00C52915"/>
    <w:rsid w:val="00C63EA9"/>
    <w:rsid w:val="00C7586B"/>
    <w:rsid w:val="00C76991"/>
    <w:rsid w:val="00C80024"/>
    <w:rsid w:val="00C90F2D"/>
    <w:rsid w:val="00C93188"/>
    <w:rsid w:val="00CA29EF"/>
    <w:rsid w:val="00CA3B1F"/>
    <w:rsid w:val="00CA441A"/>
    <w:rsid w:val="00CA64A4"/>
    <w:rsid w:val="00CB6944"/>
    <w:rsid w:val="00CB7AB3"/>
    <w:rsid w:val="00CC357A"/>
    <w:rsid w:val="00CC5AEF"/>
    <w:rsid w:val="00CD0029"/>
    <w:rsid w:val="00CD0C00"/>
    <w:rsid w:val="00CD29E2"/>
    <w:rsid w:val="00CD3C53"/>
    <w:rsid w:val="00CD6289"/>
    <w:rsid w:val="00CE526E"/>
    <w:rsid w:val="00CF0727"/>
    <w:rsid w:val="00CF08A9"/>
    <w:rsid w:val="00CF393D"/>
    <w:rsid w:val="00CF4944"/>
    <w:rsid w:val="00CF5420"/>
    <w:rsid w:val="00CF6131"/>
    <w:rsid w:val="00D0131C"/>
    <w:rsid w:val="00D01F48"/>
    <w:rsid w:val="00D056CC"/>
    <w:rsid w:val="00D071B3"/>
    <w:rsid w:val="00D117C9"/>
    <w:rsid w:val="00D15647"/>
    <w:rsid w:val="00D16A60"/>
    <w:rsid w:val="00D36B66"/>
    <w:rsid w:val="00D47759"/>
    <w:rsid w:val="00D51862"/>
    <w:rsid w:val="00D61531"/>
    <w:rsid w:val="00D61BDB"/>
    <w:rsid w:val="00D63778"/>
    <w:rsid w:val="00D65FCD"/>
    <w:rsid w:val="00D72387"/>
    <w:rsid w:val="00D741CC"/>
    <w:rsid w:val="00D74744"/>
    <w:rsid w:val="00D77C7C"/>
    <w:rsid w:val="00D92B67"/>
    <w:rsid w:val="00D94AE0"/>
    <w:rsid w:val="00D95822"/>
    <w:rsid w:val="00D97560"/>
    <w:rsid w:val="00DA061A"/>
    <w:rsid w:val="00DB0776"/>
    <w:rsid w:val="00DB15A9"/>
    <w:rsid w:val="00DB3D8A"/>
    <w:rsid w:val="00DB50B6"/>
    <w:rsid w:val="00DB68D4"/>
    <w:rsid w:val="00DB7434"/>
    <w:rsid w:val="00DC02BC"/>
    <w:rsid w:val="00DC17D8"/>
    <w:rsid w:val="00DC2235"/>
    <w:rsid w:val="00DC3B21"/>
    <w:rsid w:val="00DC3C93"/>
    <w:rsid w:val="00DC3EB1"/>
    <w:rsid w:val="00DC4302"/>
    <w:rsid w:val="00DC4A85"/>
    <w:rsid w:val="00DC58D3"/>
    <w:rsid w:val="00DD1046"/>
    <w:rsid w:val="00DD61BE"/>
    <w:rsid w:val="00DD6361"/>
    <w:rsid w:val="00DD6B03"/>
    <w:rsid w:val="00DE14A1"/>
    <w:rsid w:val="00DE1B87"/>
    <w:rsid w:val="00DE3C3F"/>
    <w:rsid w:val="00E01C79"/>
    <w:rsid w:val="00E05874"/>
    <w:rsid w:val="00E104EF"/>
    <w:rsid w:val="00E13473"/>
    <w:rsid w:val="00E140EF"/>
    <w:rsid w:val="00E209EB"/>
    <w:rsid w:val="00E25F00"/>
    <w:rsid w:val="00E26D71"/>
    <w:rsid w:val="00E33AEC"/>
    <w:rsid w:val="00E43BFB"/>
    <w:rsid w:val="00E44E22"/>
    <w:rsid w:val="00E53340"/>
    <w:rsid w:val="00E55380"/>
    <w:rsid w:val="00E555A4"/>
    <w:rsid w:val="00E55E82"/>
    <w:rsid w:val="00E567A1"/>
    <w:rsid w:val="00E615C1"/>
    <w:rsid w:val="00E62333"/>
    <w:rsid w:val="00E6441D"/>
    <w:rsid w:val="00E714AF"/>
    <w:rsid w:val="00E73674"/>
    <w:rsid w:val="00E81F46"/>
    <w:rsid w:val="00E8301F"/>
    <w:rsid w:val="00E85461"/>
    <w:rsid w:val="00E85F54"/>
    <w:rsid w:val="00E93CE0"/>
    <w:rsid w:val="00E952CD"/>
    <w:rsid w:val="00EA061F"/>
    <w:rsid w:val="00EA414A"/>
    <w:rsid w:val="00EA45CB"/>
    <w:rsid w:val="00EA6C79"/>
    <w:rsid w:val="00EA7047"/>
    <w:rsid w:val="00EA704E"/>
    <w:rsid w:val="00EB08C9"/>
    <w:rsid w:val="00EB13DB"/>
    <w:rsid w:val="00EB1D43"/>
    <w:rsid w:val="00EB7006"/>
    <w:rsid w:val="00EC0594"/>
    <w:rsid w:val="00EC611A"/>
    <w:rsid w:val="00ED327A"/>
    <w:rsid w:val="00ED6F02"/>
    <w:rsid w:val="00EE40BD"/>
    <w:rsid w:val="00EE661A"/>
    <w:rsid w:val="00EF0494"/>
    <w:rsid w:val="00F045B5"/>
    <w:rsid w:val="00F063AA"/>
    <w:rsid w:val="00F116B8"/>
    <w:rsid w:val="00F132D3"/>
    <w:rsid w:val="00F16568"/>
    <w:rsid w:val="00F212F6"/>
    <w:rsid w:val="00F21C5A"/>
    <w:rsid w:val="00F23733"/>
    <w:rsid w:val="00F27CFF"/>
    <w:rsid w:val="00F30E62"/>
    <w:rsid w:val="00F4131B"/>
    <w:rsid w:val="00F51575"/>
    <w:rsid w:val="00F57D32"/>
    <w:rsid w:val="00F63707"/>
    <w:rsid w:val="00F64873"/>
    <w:rsid w:val="00F654F2"/>
    <w:rsid w:val="00F731F6"/>
    <w:rsid w:val="00F75B4C"/>
    <w:rsid w:val="00F82503"/>
    <w:rsid w:val="00F83B3A"/>
    <w:rsid w:val="00F841EE"/>
    <w:rsid w:val="00F86BD2"/>
    <w:rsid w:val="00F929AF"/>
    <w:rsid w:val="00F93BB8"/>
    <w:rsid w:val="00F95249"/>
    <w:rsid w:val="00F95A24"/>
    <w:rsid w:val="00F966E1"/>
    <w:rsid w:val="00F9777E"/>
    <w:rsid w:val="00FA09D4"/>
    <w:rsid w:val="00FA1923"/>
    <w:rsid w:val="00FB63D7"/>
    <w:rsid w:val="00FB739A"/>
    <w:rsid w:val="00FC1F92"/>
    <w:rsid w:val="00FC526B"/>
    <w:rsid w:val="00FC6029"/>
    <w:rsid w:val="00FC7D11"/>
    <w:rsid w:val="00FE3B8B"/>
    <w:rsid w:val="00FE3E53"/>
    <w:rsid w:val="00FE43F1"/>
    <w:rsid w:val="00FE6126"/>
    <w:rsid w:val="00FF4647"/>
    <w:rsid w:val="00FF4EAD"/>
    <w:rsid w:val="00FF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8B3E6EE"/>
  <w15:chartTrackingRefBased/>
  <w15:docId w15:val="{5C374920-CB50-4CAA-B13F-005ED58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6307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06307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63074"/>
  </w:style>
  <w:style w:type="paragraph" w:styleId="Buborkszveg">
    <w:name w:val="Balloon Text"/>
    <w:basedOn w:val="Norml"/>
    <w:semiHidden/>
    <w:rsid w:val="00701CBE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47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BD54E2"/>
    <w:rPr>
      <w:rFonts w:ascii="Verdana" w:hAnsi="Verdana" w:hint="default"/>
      <w:color w:val="004080"/>
      <w:sz w:val="18"/>
      <w:szCs w:val="18"/>
      <w:u w:val="single"/>
    </w:rPr>
  </w:style>
  <w:style w:type="paragraph" w:styleId="Listaszerbekezds">
    <w:name w:val="List Paragraph"/>
    <w:basedOn w:val="Norml"/>
    <w:uiPriority w:val="34"/>
    <w:qFormat/>
    <w:rsid w:val="000A3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0</TotalTime>
  <Pages>2</Pages>
  <Words>551</Words>
  <Characters>4051</Characters>
  <Application>Microsoft Office Word</Application>
  <DocSecurity>4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dc:description/>
  <cp:lastModifiedBy>Sipos Ágnes</cp:lastModifiedBy>
  <cp:revision>2</cp:revision>
  <cp:lastPrinted>2026-01-12T12:43:00Z</cp:lastPrinted>
  <dcterms:created xsi:type="dcterms:W3CDTF">2026-01-12T12:44:00Z</dcterms:created>
  <dcterms:modified xsi:type="dcterms:W3CDTF">2026-01-12T12:44:00Z</dcterms:modified>
</cp:coreProperties>
</file>